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行政确认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权力名称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生育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登记服务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</w:tbl>
    <w:p>
      <w:pPr>
        <w:tabs>
          <w:tab w:val="left" w:pos="1746"/>
        </w:tabs>
        <w:ind w:firstLine="420" w:firstLineChars="200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746"/>
        </w:tabs>
        <w:ind w:firstLine="420" w:firstLineChars="200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pict>
          <v:roundrect id="圆角矩形 2" o:spid="_x0000_s2114" o:spt="2" style="position:absolute;left:0pt;margin-left:184.4pt;margin-top:7.7pt;height:27.75pt;width:89.95pt;z-index:251659264;v-text-anchor:middle;mso-width-relative:page;mso-height-relative:page;" fillcolor="#FFFFFF" filled="t" stroked="t" coordsize="21600,21600" arcsize="0.166666666666667" o:gfxdata="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0q/3tgAAAAJAQAADwAAAAAAAAABACAAAAAiAAAAZHJzL2Rvd25yZXYu&#10;eG1sUEsBAhQAFAAAAAgAh07iQIhgTz9tAgAAsQQAAA4AAAAAAAAAAQAgAAAAJwEAAGRycy9lMm9E&#10;b2MueG1sUEsFBgAAAAAGAAYAWQEAAAYGAAAAAA==&#10;">
            <v:path/>
            <v:fill on="t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Theme="minorEastAsia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提供材料</w:t>
                  </w:r>
                </w:p>
              </w:txbxContent>
            </v:textbox>
          </v:roundrect>
        </w:pict>
      </w:r>
    </w:p>
    <w:p>
      <w:pPr>
        <w:tabs>
          <w:tab w:val="left" w:pos="1746"/>
        </w:tabs>
        <w:ind w:firstLine="1470" w:firstLineChars="700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pict>
          <v:roundrect id="圆角矩形 1" o:spid="_x0000_s2105" o:spt="2" style="position:absolute;left:0pt;margin-left:48.3pt;margin-top:12.25pt;height:127.95pt;width:333.15pt;z-index:251658240;v-text-anchor:middle;mso-width-relative:page;mso-height-relative:page;" filled="f" stroked="t" coordsize="21600,21600" arcsize="0.166666666666667" o:gfxdata="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W1A1e2AAAAAkBAAAPAAAAAAAAAAEAIAAAACIAAABkcnMvZG93bnJldi54bWxQSwECFAAUAAAA&#10;CACHTuJAAXKLfmACAAB+BAAADgAAAAAAAAABACAAAAAnAQAAZHJzL2Uyb0RvYy54bWxQSwUGAAAA&#10;AAYABgBZAQAA+QUAAAAA&#10;">
            <v:path/>
            <v:fill on="f" focussize="0,0"/>
            <v:stroke weight="2pt" color="#000000" joinstyle="round"/>
            <v:imagedata o:title=""/>
            <o:lock v:ext="edit" aspectratio="f"/>
          </v:roundrect>
        </w:pict>
      </w:r>
    </w:p>
    <w:p>
      <w:pPr>
        <w:tabs>
          <w:tab w:val="left" w:pos="1746"/>
        </w:tabs>
        <w:ind w:firstLine="2240" w:firstLineChars="800"/>
        <w:rPr>
          <w:rFonts w:hint="eastAsia" w:cstheme="minorBidi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8"/>
          <w:szCs w:val="28"/>
          <w:lang w:val="en-US" w:eastAsia="zh-CN" w:bidi="ar-SA"/>
        </w:rPr>
        <w:t>夫妻双方提供身份证或户口本、结婚证等</w:t>
      </w:r>
    </w:p>
    <w:p>
      <w:pPr>
        <w:tabs>
          <w:tab w:val="left" w:pos="1746"/>
        </w:tabs>
        <w:ind w:firstLine="3920" w:firstLineChars="1400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有效证件</w:t>
      </w:r>
    </w:p>
    <w:p>
      <w:pPr>
        <w:tabs>
          <w:tab w:val="left" w:pos="1746"/>
        </w:tabs>
        <w:ind w:firstLine="1400" w:firstLineChars="50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注：委托办理的，委托人持《委托书》以及委托</w:t>
      </w:r>
    </w:p>
    <w:p>
      <w:pPr>
        <w:tabs>
          <w:tab w:val="left" w:pos="1746"/>
        </w:tabs>
        <w:ind w:firstLine="1400" w:firstLineChars="50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人的身份证和上述证件。</w: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pict>
          <v:shape id="直接箭头连接符 7" o:spid="_x0000_s2110" o:spt="32" type="#_x0000_t32" style="position:absolute;left:0pt;margin-left:226.25pt;margin-top:3.35pt;height:63.5pt;width:0.05pt;z-index:251663360;mso-width-relative:page;mso-height-relative:page;" filled="f" stroked="t" coordsize="21600,21600" o:gfxdata="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ScQvtcAAAAJAQAADwAAAAAAAAABACAA&#10;AAAiAAAAZHJzL2Rvd25yZXYueG1sUEsBAhQAFAAAAAgAh07iQHa0A6sOAgAA0QMAAA4AAAAAAAAA&#10;AQAgAAAAJgEAAGRycy9lMm9Eb2MueG1sUEsFBgAAAAAGAAYAWQEAAKYFAAAAAA=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tabs>
          <w:tab w:val="left" w:pos="3606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pict>
          <v:shape id="流程图: 可选过程 11" o:spid="_x0000_s2109" o:spt="176" type="#_x0000_t176" style="position:absolute;left:0pt;flip:x;margin-left:242.05pt;margin-top:52.05pt;height:9.7pt;width:26pt;z-index:251667456;v-text-anchor:middle;mso-width-relative:page;mso-height-relative:page;" fillcolor="#FFFFFF" filled="t" stroked="t" coordsize="21600,21600" o:gfxdata="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t/J2u9oAAAALAQAADwAAAAAA&#10;AAABACAAAAAiAAAAZHJzL2Rvd25yZXYueG1sUEsBAhQAFAAAAAgAh07iQPlIKiaDAgAAzAQAAA4A&#10;AAAAAAAAAQAgAAAAKQEAAGRycy9lMm9Eb2MueG1sUEsFBgAAAAAGAAYAWQEAAB4GAAAAAA==&#10;">
            <v:path/>
            <v:fill on="t" focussize="0,0"/>
            <v:stroke weight="2pt" color="#F79646" joinstyle="round"/>
            <v:imagedata o:title=""/>
            <o:lock v:ext="edit" aspectratio="f"/>
          </v:shape>
        </w:pi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417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w:pict>
          <v:roundrect id="圆角矩形 19" o:spid="_x0000_s2106" o:spt="2" style="position:absolute;left:0pt;margin-left:-22.2pt;margin-top:55.35pt;height:137.65pt;width:123.6pt;z-index:251670528;v-text-anchor:middle;mso-width-relative:page;mso-height-relative:page;" fillcolor="#FFFFFF" filled="t" stroked="t" coordsize="21600,21600" arcsize="0.166666666666667" o:gfxdata="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mf9MdgAAAALAQAADwAAAAAAAAABACAAAAAiAAAAZHJzL2Rvd25yZXYu&#10;eG1sUEsBAhQAFAAAAAgAh07iQEXbIP5tAgAAtAQAAA4AAAAAAAAAAQAgAAAAJwEAAGRycy9lMm9E&#10;b2MueG1sUEsFBgAAAAAGAAYAWQEAAAYGAAAAAA==&#10;">
            <v:path/>
            <v:fill on="t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退回：证件不全，一次性告知补</w:t>
                  </w:r>
                  <w:r>
                    <w:rPr>
                      <w:rFonts w:hint="eastAsia"/>
                      <w:color w:val="auto"/>
                      <w:sz w:val="28"/>
                      <w:szCs w:val="28"/>
                      <w:lang w:eastAsia="zh-CN"/>
                    </w:rPr>
                    <w:t>全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证件。</w:t>
                  </w:r>
                </w:p>
              </w:txbxContent>
            </v:textbox>
          </v:roundrect>
        </w:pict>
      </w:r>
      <w:r>
        <w:rPr>
          <w:sz w:val="21"/>
        </w:rPr>
        <w:pict>
          <v:roundrect id="圆角矩形 21" o:spid="_x0000_s2112" o:spt="2" style="position:absolute;left:0pt;margin-left:345.45pt;margin-top:53.75pt;height:139.3pt;width:114.25pt;z-index:251672576;v-text-anchor:middle;mso-width-relative:page;mso-height-relative:page;" fillcolor="#FFFFFF" filled="t" stroked="t" coordsize="21600,21600" arcsize="0.166666666666667" o:gfxdata="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uZo39kAAAALAQAADwAAAAAAAAABACAAAAAiAAAAZHJzL2Rvd25y&#10;ZXYueG1sUEsBAhQAFAAAAAgAh07iQAxymy1vAgAAtAQAAA4AAAAAAAAAAQAgAAAAKAEAAGRycy9l&#10;Mm9Eb2MueG1sUEsFBgAAAAAGAAYAWQEAAAkGAAAAAA==&#10;">
            <v:path/>
            <v:fill on="t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不予受理：核实证件不符合办理条件的不予受理。</w:t>
                  </w:r>
                </w:p>
              </w:txbxContent>
            </v:textbox>
          </v:roundrect>
        </w:pict>
      </w:r>
      <w:r>
        <w:rPr>
          <w:sz w:val="21"/>
        </w:rPr>
        <w:pict>
          <v:shape id="直接箭头连接符 20" o:spid="_x0000_s2108" o:spt="32" type="#_x0000_t32" style="position:absolute;left:0pt;margin-left:318.3pt;margin-top:135.65pt;height:2.25pt;width:24.75pt;z-index:251671552;mso-width-relative:page;mso-height-relative:page;" filled="f" stroked="t" coordsize="21600,21600" o:gfxdata="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7M0Ew2AAAAAsBAAAPAAAAAAAAAAEAIAAAACIAAABkcnMvZG93bnJl&#10;di54bWxQSwECFAAUAAAACACHTuJAJJgc7v0BAACwAwAADgAAAAAAAAABACAAAAAnAQAAZHJzL2Uy&#10;b0RvYy54bWxQSwUGAAAAAAYABgBZAQAAlg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  <w:r>
        <w:rPr>
          <w:sz w:val="21"/>
        </w:rPr>
        <w:pict>
          <v:shape id="直接箭头连接符 17" o:spid="_x0000_s2102" o:spt="32" type="#_x0000_t32" style="position:absolute;left:0pt;flip:x;margin-left:101.4pt;margin-top:135.65pt;height:2.25pt;width:20.9pt;z-index:251669504;mso-width-relative:page;mso-height-relative:page;" filled="f" stroked="t" coordsize="21600,21600" o:gfxdata="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IOAfdgAAAALAQAADwAAAAAAAAABACAAAAAiAAAAZHJz&#10;L2Rvd25yZXYueG1sUEsBAhQAFAAAAAgAh07iQJOMk7kEAgAAugMAAA4AAAAAAAAAAQAgAAAAJwEA&#10;AGRycy9lMm9Eb2MueG1sUEsFBgAAAAAGAAYAWQEAAJ0FAAAAAA=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  <w:r>
        <w:rPr>
          <w:sz w:val="21"/>
        </w:rPr>
        <w:pict>
          <v:shape id="直接箭头连接符 16" o:spid="_x0000_s2107" o:spt="32" type="#_x0000_t32" style="position:absolute;left:0pt;flip:x y;margin-left:88.9pt;margin-top:133.75pt;height:1.9pt;width:33.4pt;z-index:251668480;mso-width-relative:page;mso-height-relative:page;" filled="f" stroked="t" coordsize="21600,21600" o:gfxdata="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OWPt2QAAAAsBAAAPAAAAAAAAAAEAIAAAACIA&#10;AABkcnMvZG93bnJldi54bWxQSwECFAAUAAAACACHTuJAe0FZYwgCAADEAwAADgAAAAAAAAABACAA&#10;AAAoAQAAZHJzL2Uyb0RvYy54bWxQSwUGAAAAAAYABgBZAQAAogUAAAAA&#10;">
            <v:path arrowok="t"/>
            <v:fill on="f" focussize="0,0"/>
            <v:stroke color="#FFFFFF" joinstyle="round" endarrow="open"/>
            <v:imagedata o:title=""/>
            <o:lock v:ext="edit" aspectratio="f"/>
          </v:shape>
        </w:pict>
      </w:r>
      <w:r>
        <w:rPr>
          <w:sz w:val="21"/>
        </w:rPr>
        <w:pict>
          <v:roundrect id="圆角矩形 5" o:spid="_x0000_s2104" o:spt="2" style="position:absolute;left:0pt;margin-left:122.3pt;margin-top:50.2pt;height:170.9pt;width:196pt;z-index:251661312;v-text-anchor:middle;mso-width-relative:page;mso-height-relative:page;" fillcolor="#FFFFFF" filled="t" stroked="t" coordsize="21600,21600" arcsize="0.166666666666667" o:gfxdata="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k1DuNgAAAALAQAADwAAAAAAAAABACAAAAAiAAAAZHJzL2Rvd25yZXYu&#10;eG1sUEsBAhQAFAAAAAgAh07iQBWeu+ptAgAAsgQAAA4AAAAAAAAAAQAgAAAAJwEAAGRycy9lMm9E&#10;b2MueG1sUEsFBgAAAAAGAAYAWQEAAAYGAAAAAA==&#10;">
            <v:path/>
            <v:fill on="t" color2="#FFFFFF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街道文化旅游和卫生健康服务中心核对相关证件填写《生育登记服务表》并发给“河南省居民生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育育登记服务证</w:t>
                  </w:r>
                  <w:r>
                    <w:rPr>
                      <w:rFonts w:hint="eastAsia"/>
                      <w:lang w:eastAsia="zh-CN"/>
                    </w:rPr>
                    <w:t>”</w:t>
                  </w:r>
                </w:p>
              </w:txbxContent>
            </v:textbox>
          </v:roundrect>
        </w:pict>
      </w:r>
      <w:r>
        <w:rPr>
          <w:sz w:val="21"/>
        </w:rPr>
        <w:pict>
          <v:roundrect id="圆角矩形 6" o:spid="_x0000_s2111" o:spt="2" style="position:absolute;left:0pt;flip:x;margin-left:177.85pt;margin-top:6.25pt;height:41.5pt;width:101.05pt;z-index:251662336;v-text-anchor:middle;mso-width-relative:page;mso-height-relative:page;" fillcolor="#FFFFFF" filled="t" stroked="t" coordsize="21600,21600" arcsize="0.5" o:gfxdata="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z9k1H9cAAAAJAQAADwAA&#10;AAAAAAABACAAAAAiAAAAZHJzL2Rvd25yZXYueG1sUEsBAhQAFAAAAAgAh07iQGMBXVWJAgAA5wQA&#10;AA4AAAAAAAAAAQAgAAAAJgEAAGRycy9lMm9Eb2MueG1sUEsFBgAAAAAGAAYAWQEAACEGAAAAAA==&#10;">
            <v:path/>
            <v:fill on="t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Theme="minor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登记受理</w:t>
                  </w:r>
                </w:p>
              </w:txbxContent>
            </v:textbox>
          </v:roundrect>
        </w:pict>
      </w:r>
      <w:r>
        <w:rPr>
          <w:rFonts w:hint="eastAsia"/>
          <w:lang w:val="en-US" w:eastAsia="zh-CN"/>
        </w:rPr>
        <w:tab/>
      </w:r>
    </w:p>
    <w:p>
      <w:bookmarkStart w:id="0" w:name="_GoBack"/>
      <w:bookmarkEnd w:id="0"/>
      <w:r>
        <w:rPr>
          <w:sz w:val="21"/>
        </w:rPr>
        <w:pict>
          <v:roundrect id="圆角矩形 3" o:spid="_x0000_s2103" o:spt="2" style="position:absolute;left:0pt;margin-left:74.65pt;margin-top:253.15pt;height:74.25pt;width:303.65pt;z-index:251665408;v-text-anchor:middle;mso-width-relative:page;mso-height-relative:page;" fillcolor="#FFFFFF" filled="t" stroked="t" coordsize="21600,21600" arcsize="0.166666666666667" o:gfxdata="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Sd8F69kAAAALAQAADwAAAAAAAAABACAAAAAiAAAAZHJzL2Rvd25yZXYu&#10;eG1sUEsBAhQAFAAAAAgAh07iQHA80hlsAgAAsQQAAA4AAAAAAAAAAQAgAAAAKAEAAGRycy9lMm9E&#10;b2MueG1sUEsFBgAAAAAGAAYAWQEAAAYGAAAAAA==&#10;">
            <v:path/>
            <v:fill on="t" focussize="0,0"/>
            <v:stroke weight="2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街道完成生育登记后，对登记人信息与户籍地和现居住地进行核实、确认。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信息核实</w:t>
                  </w:r>
                </w:p>
              </w:txbxContent>
            </v:textbox>
          </v:roundrect>
        </w:pict>
      </w:r>
      <w:r>
        <w:rPr>
          <w:sz w:val="21"/>
        </w:rPr>
        <w:pict>
          <v:shape id="直接箭头连接符 22" o:spid="_x0000_s2113" o:spt="32" type="#_x0000_t32" style="position:absolute;left:0pt;flip:x;margin-left:219pt;margin-top:203.8pt;height:49.5pt;width:0.8pt;z-index:251673600;mso-width-relative:page;mso-height-relative:page;" filled="f" stroked="t" coordsize="21600,21600" o:gfxdata="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HCbgtoAAAALAQAADwAAAAAAAAABACAAAAAiAAAAZHJzL2Rvd25yZXYueG1sUEsB&#10;AhQAFAAAAAgAh07iQEHHyx/zAQAAlAMAAA4AAAAAAAAAAQAgAAAAKQEAAGRycy9lMm9Eb2MueG1s&#10;UEsFBgAAAAAGAAYAWQEAAI4FAAAAAA=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204312"/>
    <w:rsid w:val="03740A57"/>
    <w:rsid w:val="1DB721E6"/>
    <w:rsid w:val="286F0360"/>
    <w:rsid w:val="355037AD"/>
    <w:rsid w:val="37E32189"/>
    <w:rsid w:val="51E57D9E"/>
    <w:rsid w:val="613D2374"/>
    <w:rsid w:val="6B0272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箭头连接符 17">
          <o:proxy start="" idref="#圆角矩形 5" connectloc="1"/>
        </o:r>
        <o:r id="V:Rule2" type="connector" idref="#直接箭头连接符 16">
          <o:proxy start="" idref="#圆角矩形 5" connectloc="1"/>
        </o:r>
        <o:r id="V:Rule3" type="connector" idref="#直接箭头连接符 20">
          <o:proxy start="" idref="#圆角矩形 5" connectloc="3"/>
        </o:r>
        <o:r id="V:Rule4" type="connector" idref="#直接箭头连接符 7"/>
        <o:r id="V:Rule5" type="connector" idref="#直接箭头连接符 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14"/>
    <customShpInfo spid="_x0000_s2105"/>
    <customShpInfo spid="_x0000_s2110"/>
    <customShpInfo spid="_x0000_s2109"/>
    <customShpInfo spid="_x0000_s2106"/>
    <customShpInfo spid="_x0000_s2112"/>
    <customShpInfo spid="_x0000_s2108"/>
    <customShpInfo spid="_x0000_s2102"/>
    <customShpInfo spid="_x0000_s2107"/>
    <customShpInfo spid="_x0000_s2104"/>
    <customShpInfo spid="_x0000_s2111"/>
    <customShpInfo spid="_x0000_s2103"/>
    <customShpInfo spid="_x0000_s211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21</Words>
  <Characters>122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fqqbb</cp:lastModifiedBy>
  <dcterms:modified xsi:type="dcterms:W3CDTF">2020-06-10T03:00:59Z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