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38</w:t>
            </w:r>
          </w:p>
        </w:tc>
        <w:tc>
          <w:tcPr>
            <w:tcW w:w="209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申请高龄老人补贴审核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</w:p>
        </w:tc>
      </w:tr>
    </w:tbl>
    <w:p>
      <w:pPr>
        <w:rPr>
          <w:rFonts w:hint="eastAsia"/>
          <w:sz w:val="32"/>
          <w:szCs w:val="32"/>
        </w:rPr>
      </w:pPr>
      <w:r>
        <w:rPr>
          <w:sz w:val="32"/>
        </w:rPr>
        <w:pict>
          <v:shape id="自选图形 612" o:spid="_x0000_s1048" o:spt="80" type="#_x0000_t80" style="position:absolute;left:0pt;margin-left:57.2pt;margin-top:13.6pt;height:104.3pt;width:376.7pt;z-index:251768832;mso-width-relative:page;mso-height-relative:page;" fillcolor="#FFFFFF" filled="t" stroked="t" coordsize="21600,21600" adj="8868,8773,17289,10259">
            <v:path/>
            <v:fill on="t" color2="#FFFFFF" focussize="0,0"/>
            <v:stroke joinstyle="miter"/>
            <v:imagedata o:title=""/>
            <o:lock v:ext="edit" aspectratio="f"/>
            <v:textbox inset="2.54mm,1.7mm,2.54mm,1.7mm">
              <w:txbxContent>
                <w:p>
                  <w:pPr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本人或代理人在户口所在地向社区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提出申请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，社区查看申请人户口本、身份证原件</w:t>
                  </w:r>
                </w:p>
                <w:p>
                  <w:pPr>
                    <w:jc w:val="center"/>
                    <w:rPr>
                      <w:rFonts w:hint="eastAsia" w:eastAsia="宋体"/>
                      <w:sz w:val="22"/>
                      <w:szCs w:val="28"/>
                      <w:lang w:eastAsia="zh-CN"/>
                    </w:rPr>
                  </w:pPr>
                </w:p>
                <w:p/>
              </w:txbxContent>
            </v:textbox>
          </v:shape>
        </w:pic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sz w:val="32"/>
        </w:rPr>
        <w:pict>
          <v:shape id="自选图形 613" o:spid="_x0000_s1049" o:spt="80" type="#_x0000_t80" style="position:absolute;left:0pt;margin-left:53.65pt;margin-top:28.2pt;height:128.15pt;width:377.9pt;z-index:251769856;mso-width-relative:page;mso-height-relative:page;" fillcolor="#FFFFFF" filled="t" stroked="t" coordsize="21600,21600" adj="8868,8773,17289,10259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24"/>
                      <w:szCs w:val="24"/>
                      <w:lang w:eastAsia="zh-CN"/>
                    </w:rPr>
                    <w:t>复合条件者提供申请人身份证、户口本、申请人开户的银行卡复印件各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3份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1寸彩照3张，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4"/>
                      <w:szCs w:val="24"/>
                      <w:lang w:eastAsia="zh-CN"/>
                    </w:rPr>
                    <w:t>居委会上报街道办</w:t>
                  </w:r>
                </w:p>
              </w:txbxContent>
            </v:textbox>
          </v:shape>
        </w:pic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sz w:val="32"/>
        </w:rPr>
        <w:pict>
          <v:shape id="自选图形 614" o:spid="_x0000_s1050" o:spt="80" type="#_x0000_t80" style="position:absolute;left:0pt;margin-left:49.1pt;margin-top:1.1pt;height:94.5pt;width:381.65pt;z-index:251770880;mso-width-relative:page;mso-height-relative:page;" fillcolor="#FFFFFF" filled="t" stroked="t" coordsize="21600,21600" adj="8868,8773,17289,10259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街道办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8"/>
                      <w:szCs w:val="28"/>
                    </w:rPr>
                    <w:t>核对信息，整理资料，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汇总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8"/>
                      <w:szCs w:val="28"/>
                    </w:rPr>
                    <w:t>上报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民政局</w:t>
                  </w:r>
                </w:p>
              </w:txbxContent>
            </v:textbox>
          </v:shape>
        </w:pic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bookmarkStart w:id="0" w:name="_GoBack"/>
      <w:bookmarkEnd w:id="0"/>
      <w:r>
        <w:rPr>
          <w:sz w:val="32"/>
        </w:rPr>
        <w:pict>
          <v:shape id="自选图形 615" o:spid="_x0000_s1051" o:spt="176" type="#_x0000_t176" style="position:absolute;left:0pt;flip:y;margin-left:45.95pt;margin-top:2.8pt;height:48.45pt;width:384.9pt;z-index:251767808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sz w:val="24"/>
                      <w:szCs w:val="3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8"/>
                      <w:szCs w:val="28"/>
                    </w:rPr>
                    <w:t>报民政局审批</w:t>
                  </w:r>
                </w:p>
              </w:txbxContent>
            </v:textbox>
          </v:shape>
        </w:pict>
      </w:r>
    </w:p>
    <w:p>
      <w:pPr>
        <w:rPr>
          <w:rFonts w:hint="eastAsia"/>
          <w:sz w:val="32"/>
          <w:szCs w:val="32"/>
        </w:rPr>
      </w:pPr>
    </w:p>
    <w:p>
      <w:pPr>
        <w:numPr>
          <w:ilvl w:val="0"/>
          <w:numId w:val="0"/>
        </w:numPr>
        <w:tabs>
          <w:tab w:val="left" w:pos="1419"/>
        </w:tabs>
        <w:bidi w:val="0"/>
        <w:ind w:left="525" w:leftChars="0"/>
        <w:jc w:val="left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3B5756F"/>
    <w:rsid w:val="00154E71"/>
    <w:rsid w:val="0043038C"/>
    <w:rsid w:val="00446732"/>
    <w:rsid w:val="00514974"/>
    <w:rsid w:val="0065614F"/>
    <w:rsid w:val="00A202C2"/>
    <w:rsid w:val="00A33B52"/>
    <w:rsid w:val="00BA309C"/>
    <w:rsid w:val="00D73104"/>
    <w:rsid w:val="00FA62FF"/>
    <w:rsid w:val="065337FD"/>
    <w:rsid w:val="0FE31C45"/>
    <w:rsid w:val="13B5756F"/>
    <w:rsid w:val="13D6126E"/>
    <w:rsid w:val="186F4F40"/>
    <w:rsid w:val="23A5550E"/>
    <w:rsid w:val="240F6584"/>
    <w:rsid w:val="28DD7983"/>
    <w:rsid w:val="2C5A674A"/>
    <w:rsid w:val="317E795A"/>
    <w:rsid w:val="3C974673"/>
    <w:rsid w:val="471220EB"/>
    <w:rsid w:val="47292B06"/>
    <w:rsid w:val="49C26DAE"/>
    <w:rsid w:val="59FE17E4"/>
    <w:rsid w:val="62935997"/>
    <w:rsid w:val="6C9A32C8"/>
    <w:rsid w:val="76415431"/>
    <w:rsid w:val="7B96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49"/>
    <customShpInfo spid="_x0000_s1050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23</Words>
  <Characters>136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2017-10-13T00:55:00Z</dcterms:created>
  <dc:creator>dzb03</dc:creator>
  <cp:lastModifiedBy>fqqbb</cp:lastModifiedBy>
  <dcterms:modified xsi:type="dcterms:W3CDTF">2020-05-27T08:36:20Z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