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3</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建设单位或者个人未经批准进行临时建设的处罚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Pr>
        <w:spacing w:line="240" w:lineRule="atLeast"/>
      </w:pPr>
    </w:p>
    <w:p>
      <w:pPr>
        <w:rPr>
          <w:rFonts w:hint="eastAsia"/>
        </w:rPr>
      </w:pPr>
    </w:p>
    <w:p>
      <w:pPr>
        <w:rPr>
          <w:rFonts w:hint="eastAsia"/>
        </w:rPr>
      </w:pPr>
      <w:r>
        <w:pict>
          <v:shape id="流程图: 终止 1" o:spid="_x0000_s1074" o:spt="116" type="#_x0000_t116" style="position:absolute;left:0pt;margin-left:161.25pt;margin-top:2.25pt;height:52.75pt;width:156.75pt;z-index:-251654144;mso-width-relative:page;mso-height-relative:page;" filled="f" stroked="t" coordsize="21600,21600">
            <v:path/>
            <v:fill on="f" focussize="0,0"/>
            <v:stroke weight="1.25pt"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（社区综合管理办公室）</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w:r>
    </w:p>
    <w:p>
      <w:pPr>
        <w:rPr>
          <w:rFonts w:hint="eastAsia"/>
        </w:rPr>
      </w:pPr>
      <w:r>
        <w:rPr>
          <w:rFonts w:hint="eastAsia"/>
          <w:lang w:val="zh-CN" w:eastAsia="zh-CN"/>
        </w:rPr>
        <w:pict>
          <v:shape id="_x0000_s1076" o:spid="_x0000_s1076" o:spt="61" type="#_x0000_t61" style="position:absolute;left:0pt;margin-left:-29.25pt;margin-top:12.35pt;height:109.2pt;width:126pt;z-index:251726848;mso-width-relative:page;mso-height-relative:page;" fillcolor="#9CBEE0" filled="f" stroked="t" coordsize="21600,21600" adj="32143,-564">
            <v:path/>
            <v:fill on="f" color2="#BBD5F0" focussize="0,0"/>
            <v:stroke weight="1.25pt"/>
            <v:imagedata o:title=""/>
            <o:lock v:ext="edit" grouping="f" rotation="f" text="f"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w:r>
      <w:r>
        <w:pict>
          <v:shape id="矩形标注 35" o:spid="_x0000_s1075" o:spt="61" type="#_x0000_t61" style="position:absolute;left:0pt;margin-left:409pt;margin-top:-25.5pt;height:117pt;width:65.55pt;rotation:5898240f;z-index:-251652096;mso-width-relative:page;mso-height-relative:page;" fillcolor="#9CBEE0" filled="f" stroked="t" coordsize="21600,21600" adj="6013,33904">
            <v:path/>
            <v:fill on="f" color2="#BBD5F0" focussize="0,0"/>
            <v:stroke weight="1.25pt"/>
            <v:imagedata o:title=""/>
            <o:lock v:ext="edit" grouping="f" rotation="f" text="f"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w:r>
    </w:p>
    <w:p>
      <w:pPr>
        <w:rPr>
          <w:rFonts w:hint="eastAsia"/>
        </w:rPr>
      </w:pPr>
    </w:p>
    <w:p>
      <w:pPr>
        <w:rPr>
          <w:rFonts w:hint="eastAsia"/>
        </w:rPr>
      </w:pPr>
      <w:r>
        <w:pict>
          <v:line id="箭头 6" o:spid="_x0000_s1077" o:spt="20" style="position:absolute;left:0pt;margin-left:240pt;margin-top:9.05pt;height:82.2pt;width:0.25pt;z-index:-251653120;mso-width-relative:page;mso-height-relative:page;" filled="f" stroked="t" coordsize="21600,21600">
            <v:path arrowok="t"/>
            <v:fill on="f" focussize="0,0"/>
            <v:stroke weight="1.25pt" endarrow="block"/>
            <v:imagedata o:title=""/>
            <o:lock v:ext="edit" grouping="f" rotation="f" text="f" aspectratio="f"/>
          </v:line>
        </w:pict>
      </w:r>
    </w:p>
    <w:p>
      <w:pPr>
        <w:rPr>
          <w:rFonts w:hint="eastAsia"/>
        </w:rPr>
      </w:pPr>
    </w:p>
    <w:p>
      <w:pPr>
        <w:rPr>
          <w:rFonts w:hint="eastAsia"/>
        </w:rPr>
      </w:pPr>
    </w:p>
    <w:p>
      <w:pPr>
        <w:rPr>
          <w:rFonts w:hint="eastAsia"/>
        </w:rPr>
      </w:pPr>
    </w:p>
    <w:p>
      <w:pPr>
        <w:rPr>
          <w:rFonts w:hint="eastAsia"/>
        </w:rPr>
      </w:pPr>
      <w:r>
        <w:pict>
          <v:shape id="_x0000_s1078" o:spid="_x0000_s1078" o:spt="61" type="#_x0000_t61" style="position:absolute;left:0pt;margin-left:379.65pt;margin-top:21pt;height:117.75pt;width:126.45pt;rotation:5898240f;z-index:-251649024;mso-width-relative:page;mso-height-relative:page;" filled="f" stroked="t" coordsize="21600,21600" adj="6070,30471">
            <v:path/>
            <v:fill on="f" focussize="0,0"/>
            <v:stroke weight="1.25pt"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w:r>
      <w:r>
        <w:rPr>
          <w:rFonts w:hint="eastAsia"/>
        </w:rPr>
        <w:t xml:space="preserve">                                   </w:t>
      </w:r>
    </w:p>
    <w:p>
      <w:pPr>
        <w:rPr>
          <w:rFonts w:hint="eastAsia"/>
        </w:rPr>
      </w:pPr>
      <w:r>
        <w:pict>
          <v:shape id="文本框 38" o:spid="_x0000_s1079" o:spt="202" type="#_x0000_t202" style="position:absolute;left:0pt;margin-left:133.05pt;margin-top:13.45pt;height:39.2pt;width:200.3pt;z-index:-251651072;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（社区综合管理办公室）</w:t>
                  </w:r>
                </w:p>
              </w:txbxContent>
            </v:textbox>
          </v:shape>
        </w:pict>
      </w:r>
      <w:r>
        <w:rPr>
          <w:rFonts w:hint="eastAsia"/>
        </w:rPr>
        <w:t xml:space="preserve">         </w:t>
      </w:r>
    </w:p>
    <w:p>
      <w:pPr>
        <w:rPr>
          <w:rFonts w:hint="eastAsia"/>
        </w:rPr>
      </w:pPr>
    </w:p>
    <w:p>
      <w:pPr>
        <w:rPr>
          <w:rFonts w:hint="eastAsia"/>
        </w:rPr>
      </w:pPr>
    </w:p>
    <w:p>
      <w:pPr>
        <w:rPr>
          <w:rFonts w:hint="eastAsia"/>
        </w:rPr>
      </w:pPr>
      <w:r>
        <w:rPr>
          <w:rFonts w:hint="eastAsia"/>
          <w:lang w:val="zh-CN" w:eastAsia="zh-CN"/>
        </w:rPr>
        <w:pict>
          <v:line id="_x0000_s1080" o:spid="_x0000_s1080" o:spt="20" style="position:absolute;left:0pt;margin-left:239.3pt;margin-top:8.25pt;height:76.2pt;width:0.25pt;z-index:-251645952;mso-width-relative:page;mso-height-relative:page;" filled="f" stroked="t" coordsize="21600,21600">
            <v:path arrowok="t"/>
            <v:fill on="f" focussize="0,0"/>
            <v:stroke weight="1.25pt" endarrow="block"/>
            <v:imagedata o:title=""/>
            <o:lock v:ext="edit" aspectratio="f"/>
          </v:line>
        </w:pict>
      </w:r>
    </w:p>
    <w:p>
      <w:pPr>
        <w:rPr>
          <w:rFonts w:hint="eastAsia"/>
        </w:rPr>
      </w:pPr>
    </w:p>
    <w:p>
      <w:pPr>
        <w:rPr>
          <w:rFonts w:hint="eastAsia"/>
        </w:rPr>
      </w:pPr>
    </w:p>
    <w:p>
      <w:pPr>
        <w:rPr>
          <w:rFonts w:hint="eastAsia"/>
        </w:rPr>
      </w:pPr>
    </w:p>
    <w:p>
      <w:pPr>
        <w:rPr>
          <w:rFonts w:hint="eastAsia"/>
        </w:rPr>
      </w:pPr>
    </w:p>
    <w:p>
      <w:pPr>
        <w:rPr>
          <w:rFonts w:hint="eastAsia"/>
        </w:rPr>
      </w:pPr>
      <w:r>
        <w:pict>
          <v:shape id="_x0000_s1081" o:spid="_x0000_s1081" o:spt="202" type="#_x0000_t202" style="position:absolute;left:0pt;margin-left:135pt;margin-top:7.4pt;height:39.2pt;width:200.3pt;z-index:-251648000;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rPr>
                  </w:pPr>
                  <w:r>
                    <w:rPr>
                      <w:rFonts w:hint="eastAsia"/>
                    </w:rPr>
                    <w:t>决定、送达</w:t>
                  </w:r>
                </w:p>
                <w:p>
                  <w:pPr>
                    <w:jc w:val="center"/>
                    <w:rPr>
                      <w:rFonts w:hint="eastAsia"/>
                    </w:rPr>
                  </w:pPr>
                  <w:r>
                    <w:rPr>
                      <w:rFonts w:hint="eastAsia"/>
                      <w:sz w:val="21"/>
                      <w:szCs w:val="21"/>
                      <w:lang w:eastAsia="zh-CN"/>
                    </w:rPr>
                    <w:t>（社区综合管理办公室）</w:t>
                  </w:r>
                </w:p>
              </w:txbxContent>
            </v:textbox>
          </v:shape>
        </w:pict>
      </w:r>
    </w:p>
    <w:p>
      <w:pPr>
        <w:rPr>
          <w:rFonts w:hint="eastAsia"/>
        </w:rPr>
      </w:pPr>
    </w:p>
    <w:p>
      <w:pPr>
        <w:rPr>
          <w:rFonts w:hint="eastAsia"/>
        </w:rPr>
      </w:pPr>
      <w:r>
        <w:rPr>
          <w:color w:val="000000"/>
        </w:rPr>
        <w:pict>
          <v:shape id="_x0000_s1083" o:spid="_x0000_s1083" o:spt="61" type="#_x0000_t61" style="position:absolute;left:0pt;margin-left:-53.1pt;margin-top:43.05pt;height:126pt;width:187.2pt;rotation:17694720f;z-index:-251641856;mso-width-relative:page;mso-height-relative:page;" fillcolor="#9CBEE0" filled="f" stroked="t" coordsize="21600,21600" adj="12063,27205">
            <v:path/>
            <v:fill on="f" color2="#BBD5F0" focussize="0,0"/>
            <v:stroke weight="1.25pt"/>
            <v:imagedata o:title=""/>
            <o:lock v:ext="edit" grouping="f" rotation="f" text="f"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w:r>
      <w:r>
        <w:rPr>
          <w:rFonts w:hint="eastAsia"/>
          <w:lang w:val="zh-CN" w:eastAsia="zh-CN"/>
        </w:rPr>
        <w:pict>
          <v:shape id="_x0000_s1082" o:spid="_x0000_s1082" o:spt="61" type="#_x0000_t61" style="position:absolute;left:0pt;margin-left:384.45pt;margin-top:10.1pt;height:118.55pt;width:129.75pt;rotation:5898240f;z-index:-251644928;mso-width-relative:page;mso-height-relative:page;" filled="f" stroked="t" coordsize="21600,21600" adj="-783,31043">
            <v:path/>
            <v:fill on="f" focussize="0,0"/>
            <v:stroke weight="1.25pt"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w:r>
    </w:p>
    <w:p>
      <w:pPr>
        <w:rPr>
          <w:rFonts w:hint="eastAsia"/>
        </w:rPr>
      </w:pPr>
      <w:r>
        <w:rPr>
          <w:color w:val="000000"/>
        </w:rPr>
        <w:pict>
          <v:line id="_x0000_s1084" o:spid="_x0000_s1084" o:spt="20" style="position:absolute;left:0pt;margin-left:238.5pt;margin-top:0.9pt;height:58pt;width:0.3pt;z-index:-251639808;mso-width-relative:page;mso-height-relative:page;" filled="f" stroked="t" coordsize="21600,21600">
            <v:path arrowok="t"/>
            <v:fill on="f" focussize="0,0"/>
            <v:stroke weight="1.25pt" endarrow="block"/>
            <v:imagedata o:title=""/>
            <o:lock v:ext="edit" grouping="f" rotation="f" text="f" aspectratio="f"/>
          </v:line>
        </w:pict>
      </w:r>
    </w:p>
    <w:p>
      <w:pPr>
        <w:rPr>
          <w:rFonts w:hint="eastAsia"/>
        </w:rPr>
      </w:pPr>
    </w:p>
    <w:p>
      <w:pPr>
        <w:rPr>
          <w:rFonts w:hint="eastAsia"/>
        </w:rPr>
      </w:pPr>
    </w:p>
    <w:p>
      <w:pPr>
        <w:rPr>
          <w:rFonts w:hint="eastAsia"/>
          <w:color w:val="000000"/>
        </w:rPr>
      </w:pPr>
      <w:r>
        <w:rPr>
          <w:color w:val="000000"/>
        </w:rPr>
        <w:pict>
          <v:shape id="_x0000_s1086" o:spid="_x0000_s1086" o:spt="202" type="#_x0000_t202" style="position:absolute;left:0pt;margin-left:138.3pt;margin-top:11.9pt;height:39.2pt;width:200.3pt;z-index:-251643904;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（社区综合管理办公室）</w:t>
                  </w:r>
                </w:p>
              </w:txbxContent>
            </v:textbox>
          </v:shape>
        </w:pict>
      </w:r>
    </w:p>
    <w:p>
      <w:pPr>
        <w:rPr>
          <w:rFonts w:hint="eastAsia"/>
          <w:color w:val="000000"/>
        </w:rPr>
      </w:pPr>
    </w:p>
    <w:p>
      <w:pPr>
        <w:rPr>
          <w:rFonts w:hint="eastAsia"/>
          <w:color w:val="000000"/>
        </w:rPr>
      </w:pPr>
      <w:r>
        <w:rPr>
          <w:color w:val="000000"/>
        </w:rPr>
        <w:pict>
          <v:shape id="_x0000_s1085" o:spid="_x0000_s1085" o:spt="61" type="#_x0000_t61" style="position:absolute;left:0pt;margin-left:658.1pt;margin-top:4.9pt;height:101.5pt;width:114.3pt;rotation:5898240f;z-index:-251640832;mso-width-relative:page;mso-height-relative:page;" fillcolor="#9CBEE0" filled="f" stroked="t" coordsize="21600,21600" adj="18255,30463">
            <v:path/>
            <v:fill on="f" color2="#BBD5F0" focussize="0,0"/>
            <v:stroke weight="1.25pt"/>
            <v:imagedata o:title=""/>
            <o:lock v:ext="edit" grouping="f" rotation="f" text="f"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w:r>
    </w:p>
    <w:p>
      <w:pPr>
        <w:rPr>
          <w:rFonts w:hint="eastAsia"/>
          <w:color w:val="000000"/>
        </w:rPr>
      </w:pPr>
      <w:r>
        <w:pict>
          <v:line id="_x0000_s1090" o:spid="_x0000_s1090" o:spt="20" style="position:absolute;left:0pt;margin-left:239.25pt;margin-top:7.8pt;height:51pt;width:0.25pt;z-index:-251646976;mso-width-relative:page;mso-height-relative:page;" filled="f" stroked="t" coordsize="21600,21600">
            <v:path arrowok="t"/>
            <v:fill on="f" focussize="0,0"/>
            <v:stroke weight="1.25pt" endarrow="block"/>
            <v:imagedata o:title=""/>
            <o:lock v:ext="edit" grouping="f" rotation="f" text="f" aspectratio="f"/>
          </v:line>
        </w:pict>
      </w:r>
    </w:p>
    <w:p>
      <w:pPr>
        <w:rPr>
          <w:rFonts w:hint="eastAsia"/>
          <w:color w:val="000000"/>
        </w:rPr>
      </w:pPr>
    </w:p>
    <w:p>
      <w:pPr>
        <w:rPr>
          <w:rFonts w:hint="eastAsia"/>
          <w:color w:val="000000"/>
        </w:rPr>
      </w:pPr>
    </w:p>
    <w:p>
      <w:pPr>
        <w:rPr>
          <w:rFonts w:hint="eastAsia"/>
        </w:rPr>
      </w:pPr>
      <w:bookmarkStart w:id="0" w:name="_GoBack"/>
      <w:bookmarkEnd w:id="0"/>
      <w:r>
        <w:pict>
          <v:shape id="_x0000_s1137" o:spid="_x0000_s1137" o:spt="116" type="#_x0000_t116" style="position:absolute;left:0pt;margin-left:157.3pt;margin-top:13.8pt;height:50.55pt;width:168.75pt;z-index:-251580416;mso-width-relative:page;mso-height-relative:page;" fillcolor="#9CBEE0" filled="f" stroked="t" coordsize="21600,21600">
            <v:path/>
            <v:fill on="f" color2="#BBD5F0" focussize="0,0"/>
            <v:stroke weight="1.25pt"/>
            <v:imagedata o:title=""/>
            <o:lock v:ext="edit" grouping="f" rotation="f" text="f"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（社区综合管理办公室）</w:t>
                  </w:r>
                </w:p>
              </w:txbxContent>
            </v:textbox>
          </v:shape>
        </w:pict>
      </w:r>
      <w:r>
        <w:rPr>
          <w:color w:val="000000"/>
        </w:rPr>
        <w:pict>
          <v:line id="_x0000_s1087" o:spid="_x0000_s1087" o:spt="20" style="position:absolute;left:0pt;margin-left:666pt;margin-top:0pt;height:39.8pt;width:0.25pt;z-index:-251638784;mso-width-relative:page;mso-height-relative:page;" filled="f" stroked="t" coordsize="21600,21600">
            <v:path arrowok="t"/>
            <v:fill on="f" focussize="0,0"/>
            <v:stroke weight="1.25pt" endarrow="block"/>
            <v:imagedata o:title=""/>
            <o:lock v:ext="edit" grouping="f" rotation="f" text="f" aspectratio="f"/>
          </v:line>
        </w:pict>
      </w:r>
      <w:r>
        <w:rPr>
          <w:color w:val="000000"/>
        </w:rPr>
        <w:pict>
          <v:shape id="_x0000_s1088" o:spid="_x0000_s1088" o:spt="61" type="#_x0000_t61" style="position:absolute;left:0pt;margin-left:625.8pt;margin-top:27pt;height:99pt;width:140.4pt;rotation:5898240f;z-index:-251637760;mso-width-relative:page;mso-height-relative:page;" fillcolor="#9CBEE0" filled="f" stroked="t" coordsize="21600,21600" adj="10252,32127">
            <v:path/>
            <v:fill on="f" color2="#BBD5F0" focussize="0,0"/>
            <v:stroke weight="1.25pt"/>
            <v:imagedata o:title=""/>
            <o:lock v:ext="edit" grouping="f" rotation="f" text="f"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w:r>
      <w:r>
        <w:rPr>
          <w:color w:val="000000"/>
        </w:rPr>
        <w:pict>
          <v:shape id="_x0000_s1089" o:spid="_x0000_s1089" o:spt="202" type="#_x0000_t202" style="position:absolute;left:0pt;margin-left:576pt;margin-top:7.8pt;height:53.9pt;width:201.8pt;z-index:-251642880;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w:r>
    </w:p>
    <w:p>
      <w:pPr>
        <w:rPr>
          <w:rFonts w:hint="eastAsia"/>
        </w:rPr>
      </w:pPr>
      <w:r>
        <w:rPr>
          <w:rFonts w:hint="eastAsia"/>
        </w:rPr>
        <w:t xml:space="preserve">       </w:t>
      </w:r>
    </w:p>
    <w:p>
      <w:pPr>
        <w:rPr>
          <w:rFonts w:hint="eastAsia"/>
        </w:rPr>
      </w:pPr>
    </w:p>
    <w:p>
      <w:pPr>
        <w:rPr>
          <w:rFonts w:hint="eastAsia"/>
          <w:color w:val="000000"/>
        </w:rPr>
      </w:pPr>
    </w:p>
    <w:p>
      <w:pPr>
        <w:rPr>
          <w:rFonts w:hint="eastAsia" w:eastAsia="宋体"/>
          <w:lang w:val="en-US" w:eastAsia="zh-CN"/>
        </w:rPr>
      </w:pPr>
      <w:r>
        <w:rPr>
          <w:rFonts w:hint="eastAsia" w:eastAsia="方正大标宋简体"/>
          <w:sz w:val="44"/>
          <w:lang w:val="zh-CN" w:eastAsia="zh-CN"/>
        </w:rPr>
        <w:pict>
          <v:rect id="_x0000_s1092" o:spid="_x0000_s1092" o:spt="1" style="position:absolute;left:0pt;margin-left:846pt;margin-top:444.6pt;height:101.4pt;width:153pt;z-index:251709440;mso-width-relative:page;mso-height-relative:page;" coordsize="21600,21600">
            <v:path/>
            <v:fill focussize="0,0"/>
            <v:stroke/>
            <v:imagedata o:title=""/>
            <o:lock v:ext="edit" grouping="f" rotation="f" text="f"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w:r>
      <w:r>
        <w:rPr>
          <w:rFonts w:hint="eastAsia" w:eastAsia="方正大标宋简体"/>
          <w:sz w:val="44"/>
          <w:lang w:val="zh-CN" w:eastAsia="zh-CN"/>
        </w:rPr>
        <w:pict>
          <v:line id="_x0000_s1093" o:spid="_x0000_s1093" o:spt="20" style="position:absolute;left:0pt;margin-left:846pt;margin-top:436.8pt;height:0pt;width:27pt;z-index:251718656;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094" o:spid="_x0000_s1094" o:spt="202" type="#_x0000_t202" style="position:absolute;left:0pt;margin-left:810pt;margin-top:421.2pt;height:70.2pt;width:108pt;z-index:-251632640;mso-width-relative:page;mso-height-relative:page;" stroked="t" coordsize="21600,21600">
            <v:path/>
            <v:fill focussize="0,0"/>
            <v:stroke weight="1.25pt"/>
            <v:imagedata o:title=""/>
            <o:lock v:ext="edit" grouping="f" rotation="f" text="f"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w:r>
      <w:r>
        <w:rPr>
          <w:rFonts w:hint="eastAsia" w:eastAsia="方正大标宋简体"/>
          <w:sz w:val="44"/>
          <w:lang w:val="zh-CN" w:eastAsia="zh-CN"/>
        </w:rPr>
        <w:pict>
          <v:line id="_x0000_s1095" o:spid="_x0000_s1095" o:spt="20" style="position:absolute;left:0pt;margin-left:873pt;margin-top:390pt;height:97.6pt;width:0.05pt;z-index:251724800;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96" o:spid="_x0000_s1096" o:spt="20" style="position:absolute;left:0pt;margin-left:792pt;margin-top:390pt;height:0pt;width:45pt;z-index:25172582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97" o:spid="_x0000_s1097" o:spt="20" style="position:absolute;left:0pt;margin-left:918pt;margin-top:452.4pt;height:0pt;width:27pt;z-index:251717632;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98" o:spid="_x0000_s1098" o:spt="20" style="position:absolute;left:0pt;margin-left:846pt;margin-top:444.6pt;height:19.6pt;width:0.05pt;z-index:25172070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099" o:spid="_x0000_s1099" o:spt="202" type="#_x0000_t202" style="position:absolute;left:0pt;margin-left:828pt;margin-top:436.8pt;height:70.2pt;width:99pt;z-index:-251633664;mso-width-relative:page;mso-height-relative:page;" stroked="t" coordsize="21600,21600">
            <v:path/>
            <v:fill focussize="0,0"/>
            <v:stroke weight="1.25pt"/>
            <v:imagedata o:title=""/>
            <o:lock v:ext="edit" grouping="f" rotation="f" text="f"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w:r>
      <w:r>
        <w:rPr>
          <w:rFonts w:hint="eastAsia" w:eastAsia="方正大标宋简体"/>
          <w:sz w:val="44"/>
          <w:lang w:val="zh-CN" w:eastAsia="zh-CN"/>
        </w:rPr>
        <w:pict>
          <v:rect id="_x0000_s1100" o:spid="_x0000_s1100" o:spt="1" style="position:absolute;left:0pt;margin-left:819pt;margin-top:429pt;height:70.2pt;width:81pt;z-index:251708416;mso-width-relative:page;mso-height-relative:page;" coordsize="21600,21600">
            <v:path/>
            <v:fill focussize="0,0"/>
            <v:stroke/>
            <v:imagedata o:title=""/>
            <o:lock v:ext="edit" grouping="f" rotation="f" text="f"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w:r>
      <w:r>
        <w:rPr>
          <w:rFonts w:hint="eastAsia" w:eastAsia="方正大标宋简体"/>
          <w:sz w:val="44"/>
          <w:lang w:val="zh-CN" w:eastAsia="zh-CN"/>
        </w:rPr>
        <w:pict>
          <v:shape id="_x0000_s1101" o:spid="_x0000_s1101" o:spt="202" type="#_x0000_t202" style="position:absolute;left:0pt;margin-left:837pt;margin-top:382.2pt;height:23.4pt;width:63pt;z-index:-251628544;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w:r>
      <w:r>
        <w:rPr>
          <w:rFonts w:hint="eastAsia" w:eastAsia="方正大标宋简体"/>
          <w:sz w:val="44"/>
          <w:lang w:val="zh-CN" w:eastAsia="zh-CN"/>
        </w:rPr>
        <w:pict>
          <v:rect id="_x0000_s1102" o:spid="_x0000_s1102" o:spt="1" style="position:absolute;left:0pt;margin-left:882pt;margin-top:366.6pt;height:28.45pt;width:133.2pt;z-index:251707392;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w:r>
      <w:r>
        <w:rPr>
          <w:rFonts w:hint="eastAsia" w:eastAsia="方正大标宋简体"/>
          <w:sz w:val="44"/>
          <w:lang w:val="zh-CN" w:eastAsia="zh-CN"/>
        </w:rPr>
        <w:pict>
          <v:line id="_x0000_s1103" o:spid="_x0000_s1103" o:spt="20" style="position:absolute;left:0pt;margin-left:918pt;margin-top:390pt;height:19.6pt;width:0.05pt;z-index:251716608;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104" o:spid="_x0000_s1104" o:spt="20" style="position:absolute;left:0pt;flip:x;margin-left:855pt;margin-top:374.4pt;height:7.8pt;width:27pt;z-index:251719680;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105" o:spid="_x0000_s1105" o:spt="20" style="position:absolute;left:0pt;margin-left:882pt;margin-top:327.6pt;height:19.6pt;width:0.05pt;z-index:25171558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106" o:spid="_x0000_s1106" o:spt="1" style="position:absolute;left:0pt;margin-left:909pt;margin-top:319.8pt;height:56.7pt;width:85.65pt;z-index:251704320;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w:r>
      <w:r>
        <w:rPr>
          <w:rFonts w:hint="eastAsia" w:eastAsia="方正大标宋简体"/>
          <w:sz w:val="44"/>
          <w:lang w:val="zh-CN" w:eastAsia="zh-CN"/>
        </w:rPr>
        <w:pict>
          <v:rect id="_x0000_s1107" o:spid="_x0000_s1107" o:spt="1" style="position:absolute;left:0pt;margin-left:882pt;margin-top:273pt;height:56.7pt;width:85.6pt;z-index:251705344;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w:r>
      <w:r>
        <w:rPr>
          <w:rFonts w:hint="eastAsia" w:eastAsia="方正大标宋简体"/>
          <w:sz w:val="44"/>
          <w:lang w:val="zh-CN" w:eastAsia="zh-CN"/>
        </w:rPr>
        <w:pict>
          <v:line id="_x0000_s1108" o:spid="_x0000_s1108" o:spt="20" style="position:absolute;left:0pt;margin-left:855pt;margin-top:288.6pt;height:27.4pt;width:0.05pt;z-index:251713536;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109" o:spid="_x0000_s1109" o:spt="1" style="position:absolute;left:0pt;margin-left:810pt;margin-top:288.6pt;height:56.7pt;width:104.65pt;z-index:251706368;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w:r>
      <w:r>
        <w:rPr>
          <w:rFonts w:hint="eastAsia" w:eastAsia="方正大标宋简体"/>
          <w:sz w:val="44"/>
          <w:lang w:val="zh-CN" w:eastAsia="zh-CN"/>
        </w:rPr>
        <w:pict>
          <v:line id="_x0000_s1110" o:spid="_x0000_s1110" o:spt="20" style="position:absolute;left:0pt;margin-left:801pt;margin-top:280.8pt;height:0.05pt;width:218.75pt;z-index:251712512;mso-width-relative:page;mso-height-relative:page;" filled="f" coordsize="21600,21600">
            <v:path arrowok="t"/>
            <v:fill on="f" focussize="0,0"/>
            <v:stroke/>
            <v:imagedata o:title=""/>
            <o:lock v:ext="edit" grouping="f" rotation="f" text="f" aspectratio="f"/>
          </v:line>
        </w:pict>
      </w:r>
      <w:r>
        <w:rPr>
          <w:rFonts w:hint="eastAsia" w:eastAsia="方正大标宋简体"/>
          <w:sz w:val="44"/>
          <w:lang w:val="zh-CN" w:eastAsia="zh-CN"/>
        </w:rPr>
        <w:pict>
          <v:line id="_x0000_s1111" o:spid="_x0000_s1111" o:spt="20" style="position:absolute;left:0pt;margin-left:864pt;margin-top:171.6pt;height:13.25pt;width:0.05pt;z-index:251711488;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112" o:spid="_x0000_s1112" o:spt="202" type="#_x0000_t202" style="position:absolute;left:0pt;margin-left:810pt;margin-top:163.8pt;height:54.6pt;width:90pt;z-index:-251635712;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w:r>
      <w:r>
        <w:rPr>
          <w:rFonts w:hint="eastAsia" w:eastAsia="方正大标宋简体"/>
          <w:sz w:val="44"/>
          <w:lang w:val="zh-CN" w:eastAsia="zh-CN"/>
        </w:rPr>
        <w:pict>
          <v:shape id="_x0000_s1113" o:spid="_x0000_s1113" o:spt="61" type="#_x0000_t61" style="position:absolute;left:0pt;margin-left:845.2pt;margin-top:121.4pt;height:113pt;width:93.6pt;rotation:5898240f;z-index:-251634688;mso-width-relative:page;mso-height-relative:page;" fillcolor="#9CBEE0" filled="f" stroked="t" coordsize="21600,21600" adj="8949,24543">
            <v:path/>
            <v:fill on="f" color2="#BBD5F0" focussize="0,0"/>
            <v:stroke weight="1.25pt"/>
            <v:imagedata o:title=""/>
            <o:lock v:ext="edit" grouping="f" rotation="f" text="f"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w:r>
      <w:r>
        <w:rPr>
          <w:rFonts w:hint="eastAsia" w:eastAsia="方正大标宋简体"/>
          <w:sz w:val="44"/>
          <w:lang w:val="zh-CN" w:eastAsia="zh-CN"/>
        </w:rPr>
        <w:pict>
          <v:shape id="_x0000_s1114" o:spid="_x0000_s1114" o:spt="61" type="#_x0000_t61" style="position:absolute;left:0pt;margin-left:786.6pt;margin-top:128.4pt;height:99pt;width:124.8pt;rotation:17694720f;z-index:-251636736;mso-width-relative:page;mso-height-relative:page;" fillcolor="#9CBEE0" filled="f" stroked="t" coordsize="21600,21600" adj="12712,31690">
            <v:path/>
            <v:fill on="f" color2="#BBD5F0" focussize="0,0"/>
            <v:stroke weight="1.25pt"/>
            <v:imagedata o:title=""/>
            <o:lock v:ext="edit" grouping="f" rotation="f" text="f"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w:r>
      <w:r>
        <w:rPr>
          <w:rFonts w:hint="eastAsia" w:eastAsia="方正大标宋简体"/>
          <w:sz w:val="44"/>
          <w:lang w:val="zh-CN" w:eastAsia="zh-CN"/>
        </w:rPr>
        <w:pict>
          <v:line id="_x0000_s1115" o:spid="_x0000_s1115" o:spt="20" style="position:absolute;left:0pt;margin-left:891pt;margin-top:85.8pt;height:13.25pt;width:0.05pt;z-index:25171046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116" o:spid="_x0000_s1116" o:spt="1" style="position:absolute;left:0pt;margin-left:828pt;margin-top:109.2pt;height:46.8pt;width:144pt;z-index:251703296;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w:r>
      <w:r>
        <w:rPr>
          <w:rFonts w:hint="eastAsia" w:eastAsia="方正大标宋简体"/>
          <w:sz w:val="44"/>
          <w:lang w:val="zh-CN" w:eastAsia="zh-CN"/>
        </w:rPr>
        <w:pict>
          <v:rect id="_x0000_s1117" o:spid="_x0000_s1117" o:spt="1" style="position:absolute;left:0pt;margin-left:819pt;margin-top:54.6pt;height:31.2pt;width:126pt;z-index:251702272;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w:r>
      <w:r>
        <w:rPr>
          <w:rFonts w:hint="eastAsia" w:eastAsia="方正大标宋简体"/>
          <w:sz w:val="44"/>
          <w:lang w:val="zh-CN" w:eastAsia="zh-CN"/>
        </w:rPr>
        <w:pict>
          <v:shape id="_x0000_s1118" o:spid="_x0000_s1118" o:spt="61" type="#_x0000_t61" style="position:absolute;left:0pt;margin-left:641.8pt;margin-top:540.2pt;height:92.6pt;width:156pt;rotation:5898240f;z-index:-251627520;mso-width-relative:page;mso-height-relative:page;" fillcolor="#9CBEE0" filled="f" stroked="t" coordsize="21600,21600" adj="12586,-6753">
            <v:path/>
            <v:fill on="f" color2="#BBD5F0" focussize="0,0"/>
            <v:stroke weight="1.25pt"/>
            <v:imagedata o:title=""/>
            <o:lock v:ext="edit" grouping="f" rotation="f" text="f"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w:r>
      <w:r>
        <w:rPr>
          <w:rFonts w:hint="eastAsia" w:eastAsia="方正大标宋简体"/>
          <w:sz w:val="44"/>
          <w:lang w:val="zh-CN" w:eastAsia="zh-CN"/>
        </w:rPr>
        <w:pict>
          <v:shape id="_x0000_s1119" o:spid="_x0000_s1119" o:spt="202" type="#_x0000_t202" style="position:absolute;left:0pt;margin-left:567pt;margin-top:595.8pt;height:39pt;width:117pt;z-index:-251629568;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w:r>
      <w:r>
        <w:rPr>
          <w:rFonts w:hint="eastAsia" w:eastAsia="方正大标宋简体"/>
          <w:sz w:val="44"/>
          <w:lang w:val="zh-CN" w:eastAsia="zh-CN"/>
        </w:rPr>
        <w:pict>
          <v:line id="_x0000_s1120" o:spid="_x0000_s1120" o:spt="20" style="position:absolute;left:0pt;margin-left:693pt;margin-top:533.4pt;height:19.6pt;width:0.05pt;z-index:251723776;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121" o:spid="_x0000_s1121" o:spt="202" type="#_x0000_t202" style="position:absolute;left:0pt;margin-left:684pt;margin-top:556.8pt;height:39pt;width:117pt;z-index:-251630592;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w:r>
      <w:r>
        <w:rPr>
          <w:rFonts w:hint="eastAsia" w:eastAsia="方正大标宋简体"/>
          <w:sz w:val="44"/>
          <w:lang w:val="zh-CN" w:eastAsia="zh-CN"/>
        </w:rPr>
        <w:pict>
          <v:line id="_x0000_s1122" o:spid="_x0000_s1122" o:spt="20" style="position:absolute;left:0pt;margin-left:639pt;margin-top:556.8pt;height:19.6pt;width:0.05pt;z-index:251722752;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123" o:spid="_x0000_s1123" o:spt="202" type="#_x0000_t202" style="position:absolute;left:0pt;margin-left:594pt;margin-top:533.4pt;height:54.6pt;width:117pt;z-index:-251631616;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w:r>
      <w:r>
        <w:rPr>
          <w:rFonts w:hint="eastAsia" w:eastAsia="方正大标宋简体"/>
          <w:sz w:val="44"/>
          <w:lang w:val="zh-CN" w:eastAsia="zh-CN"/>
        </w:rPr>
        <w:pict>
          <v:line id="_x0000_s1124" o:spid="_x0000_s1124" o:spt="20" style="position:absolute;left:0pt;flip:x;margin-left:657pt;margin-top:525.6pt;height:0pt;width:27pt;z-index:251721728;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125" o:spid="_x0000_s1125" o:spt="20" style="position:absolute;left:0pt;margin-left:783pt;margin-top:291.6pt;height:19.6pt;width:0.05pt;z-index:251714560;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126" o:spid="_x0000_s1126" o:spt="1" style="position:absolute;left:0pt;margin-left:-243pt;margin-top:455.4pt;height:54.6pt;width:95.15pt;z-index:251696128;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w:r>
      <w:r>
        <w:rPr>
          <w:rFonts w:hint="eastAsia" w:eastAsia="方正大标宋简体"/>
          <w:sz w:val="44"/>
          <w:lang w:val="zh-CN" w:eastAsia="zh-CN"/>
        </w:rPr>
        <w:pict>
          <v:line id="_x0000_s1127" o:spid="_x0000_s1127" o:spt="20" style="position:absolute;left:0pt;margin-left:-225pt;margin-top:439.8pt;height:18.9pt;width:0.05pt;z-index:251701248;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28" o:spid="_x0000_s1128" o:spt="1" style="position:absolute;left:0pt;margin-left:-279pt;margin-top:432pt;height:18.9pt;width:95.15pt;z-index:251695104;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w:r>
      <w:r>
        <w:rPr>
          <w:rFonts w:hint="eastAsia" w:eastAsia="方正大标宋简体"/>
          <w:sz w:val="44"/>
          <w:lang w:val="zh-CN" w:eastAsia="zh-CN"/>
        </w:rPr>
        <w:pict>
          <v:line id="_x0000_s1129" o:spid="_x0000_s1129" o:spt="20" style="position:absolute;left:0pt;margin-left:-207pt;margin-top:408.6pt;height:18.9pt;width:0.05pt;z-index:251700224;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30" o:spid="_x0000_s1130" o:spt="1" style="position:absolute;left:0pt;margin-left:-279pt;margin-top:408.6pt;height:19.7pt;width:95.15pt;z-index:251694080;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w:r>
      <w:r>
        <w:rPr>
          <w:rFonts w:hint="eastAsia" w:eastAsia="方正大标宋简体"/>
          <w:sz w:val="44"/>
          <w:lang w:val="zh-CN" w:eastAsia="zh-CN"/>
        </w:rPr>
        <w:pict>
          <v:line id="_x0000_s1131" o:spid="_x0000_s1131" o:spt="20" style="position:absolute;left:0pt;margin-left:-216pt;margin-top:377.4pt;height:18.9pt;width:0.05pt;z-index:251699200;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32" o:spid="_x0000_s1132" o:spt="1" style="position:absolute;left:0pt;margin-left:-225pt;margin-top:268.2pt;height:109.2pt;width:99pt;z-index:251693056;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w:r>
      <w:r>
        <w:rPr>
          <w:rFonts w:hint="eastAsia" w:eastAsia="方正大标宋简体"/>
          <w:sz w:val="44"/>
          <w:lang w:val="zh-CN" w:eastAsia="zh-CN"/>
        </w:rPr>
        <w:pict>
          <v:line id="_x0000_s1133" o:spid="_x0000_s1133" o:spt="20" style="position:absolute;left:0pt;margin-left:-171pt;margin-top:229.2pt;height:18.9pt;width:0.05pt;z-index:251698176;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line id="_x0000_s1134" o:spid="_x0000_s1134" o:spt="20" style="position:absolute;left:0pt;margin-left:-153pt;margin-top:127.8pt;height:18.9pt;width:0.05pt;z-index:251697152;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35" o:spid="_x0000_s1135" o:spt="1" style="position:absolute;left:0pt;margin-left:-171pt;margin-top:143.4pt;height:78pt;width:27pt;z-index:251692032;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w:r>
      <w:r>
        <w:rPr>
          <w:rFonts w:hint="eastAsia" w:eastAsia="方正大标宋简体"/>
          <w:sz w:val="44"/>
          <w:lang w:val="zh-CN" w:eastAsia="zh-CN"/>
        </w:rPr>
        <w:pict>
          <v:rect id="_x0000_s1136" o:spid="_x0000_s1136" o:spt="1" style="position:absolute;left:0pt;margin-left:-189pt;margin-top:73.2pt;height:48.9pt;width:98.45pt;z-index:251691008;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5115A29"/>
    <w:rsid w:val="00033CA8"/>
    <w:rsid w:val="00491DC8"/>
    <w:rsid w:val="005A6D53"/>
    <w:rsid w:val="005C66F5"/>
    <w:rsid w:val="00650799"/>
    <w:rsid w:val="008F6A73"/>
    <w:rsid w:val="00964E59"/>
    <w:rsid w:val="00A012CC"/>
    <w:rsid w:val="00A925A6"/>
    <w:rsid w:val="00F43DD9"/>
    <w:rsid w:val="01CC7805"/>
    <w:rsid w:val="01D75A03"/>
    <w:rsid w:val="049B6A03"/>
    <w:rsid w:val="04B272B6"/>
    <w:rsid w:val="04E764A2"/>
    <w:rsid w:val="065206F8"/>
    <w:rsid w:val="08BC7CC1"/>
    <w:rsid w:val="0B506D11"/>
    <w:rsid w:val="0BE7622E"/>
    <w:rsid w:val="115D7E5C"/>
    <w:rsid w:val="130A53B5"/>
    <w:rsid w:val="14763986"/>
    <w:rsid w:val="14E31B6F"/>
    <w:rsid w:val="17E517E8"/>
    <w:rsid w:val="187704C5"/>
    <w:rsid w:val="1D072C28"/>
    <w:rsid w:val="1D5A7004"/>
    <w:rsid w:val="20F168A0"/>
    <w:rsid w:val="224B545C"/>
    <w:rsid w:val="24E34E68"/>
    <w:rsid w:val="26896038"/>
    <w:rsid w:val="268B32D1"/>
    <w:rsid w:val="298210AD"/>
    <w:rsid w:val="2A667B1C"/>
    <w:rsid w:val="2AF4125C"/>
    <w:rsid w:val="2ECA4FE4"/>
    <w:rsid w:val="30EB1A1A"/>
    <w:rsid w:val="328D411F"/>
    <w:rsid w:val="395B402D"/>
    <w:rsid w:val="3B7835E8"/>
    <w:rsid w:val="3E7B3133"/>
    <w:rsid w:val="40EC0549"/>
    <w:rsid w:val="41046BE5"/>
    <w:rsid w:val="49920804"/>
    <w:rsid w:val="4B304C5F"/>
    <w:rsid w:val="4BFC0CB0"/>
    <w:rsid w:val="51FD6228"/>
    <w:rsid w:val="5359557C"/>
    <w:rsid w:val="53610844"/>
    <w:rsid w:val="57117B7D"/>
    <w:rsid w:val="581368ED"/>
    <w:rsid w:val="5A1D345F"/>
    <w:rsid w:val="5F2A0BA4"/>
    <w:rsid w:val="61B60866"/>
    <w:rsid w:val="646C5365"/>
    <w:rsid w:val="64F13C2D"/>
    <w:rsid w:val="66017F0E"/>
    <w:rsid w:val="66396739"/>
    <w:rsid w:val="67806FF9"/>
    <w:rsid w:val="6A536CE1"/>
    <w:rsid w:val="6E6715F2"/>
    <w:rsid w:val="6E850E64"/>
    <w:rsid w:val="6F921552"/>
    <w:rsid w:val="704F3559"/>
    <w:rsid w:val="71A53F02"/>
    <w:rsid w:val="75115A29"/>
    <w:rsid w:val="77A87518"/>
    <w:rsid w:val="7AFC7EA8"/>
    <w:rsid w:val="7C4F07D0"/>
    <w:rsid w:val="7CAD707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Footer Char"/>
    <w:basedOn w:val="4"/>
    <w:link w:val="2"/>
    <w:semiHidden/>
    <w:qFormat/>
    <w:locked/>
    <w:uiPriority w:val="99"/>
    <w:rPr>
      <w:rFonts w:cs="Times New Roman"/>
      <w:sz w:val="18"/>
      <w:szCs w:val="18"/>
    </w:rPr>
  </w:style>
  <w:style w:type="character" w:customStyle="1" w:styleId="8">
    <w:name w:val="Header Char"/>
    <w:basedOn w:val="4"/>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74"/>
    <customShpInfo spid="_x0000_s1076"/>
    <customShpInfo spid="_x0000_s1075"/>
    <customShpInfo spid="_x0000_s1077"/>
    <customShpInfo spid="_x0000_s1078"/>
    <customShpInfo spid="_x0000_s1079" textRotate="1"/>
    <customShpInfo spid="_x0000_s1080"/>
    <customShpInfo spid="_x0000_s1081" textRotate="1"/>
    <customShpInfo spid="_x0000_s1083"/>
    <customShpInfo spid="_x0000_s1082"/>
    <customShpInfo spid="_x0000_s1084"/>
    <customShpInfo spid="_x0000_s1086" textRotate="1"/>
    <customShpInfo spid="_x0000_s1085"/>
    <customShpInfo spid="_x0000_s1090"/>
    <customShpInfo spid="_x0000_s1137"/>
    <customShpInfo spid="_x0000_s1087"/>
    <customShpInfo spid="_x0000_s1088"/>
    <customShpInfo spid="_x0000_s1089" textRotate="1"/>
    <customShpInfo spid="_x0000_s1092"/>
    <customShpInfo spid="_x0000_s1093"/>
    <customShpInfo spid="_x0000_s1094" textRotate="1"/>
    <customShpInfo spid="_x0000_s1095"/>
    <customShpInfo spid="_x0000_s1096"/>
    <customShpInfo spid="_x0000_s1097"/>
    <customShpInfo spid="_x0000_s1098"/>
    <customShpInfo spid="_x0000_s1099" textRotate="1"/>
    <customShpInfo spid="_x0000_s1100"/>
    <customShpInfo spid="_x0000_s1101" textRotate="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textRotate="1"/>
    <customShpInfo spid="_x0000_s1113"/>
    <customShpInfo spid="_x0000_s1114"/>
    <customShpInfo spid="_x0000_s1115"/>
    <customShpInfo spid="_x0000_s1116"/>
    <customShpInfo spid="_x0000_s1117"/>
    <customShpInfo spid="_x0000_s1118"/>
    <customShpInfo spid="_x0000_s1119" textRotate="1"/>
    <customShpInfo spid="_x0000_s1120"/>
    <customShpInfo spid="_x0000_s1121" textRotate="1"/>
    <customShpInfo spid="_x0000_s1122"/>
    <customShpInfo spid="_x0000_s1123" textRotate="1"/>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2</Pages>
  <Words>23</Words>
  <Characters>137</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2017-08-03T08:39:00Z</dcterms:created>
  <dc:creator>Administrator</dc:creator>
  <cp:lastModifiedBy>fqqbb</cp:lastModifiedBy>
  <dcterms:modified xsi:type="dcterms:W3CDTF">2020-06-05T02:20:35Z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