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ascii="黑体" w:hAnsi="黑体" w:eastAsia="黑体" w:cs="黑体"/>
                <w:sz w:val="24"/>
              </w:rPr>
            </w:pPr>
            <w:r>
              <w:rPr>
                <w:rFonts w:hint="eastAsia" w:ascii="黑体" w:hAnsi="黑体" w:eastAsia="黑体" w:cs="黑体"/>
                <w:sz w:val="24"/>
              </w:rPr>
              <w:t>建设单位或者个人对临时建筑物、构筑物超过批准期限不拆除的处罚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w:pict>
          <v:shape id="流程图: 终止 1" o:spid="_x0000_s1061" o:spt="116" type="#_x0000_t116" style="position:absolute;left:0pt;margin-left:161.25pt;margin-top:2.25pt;height:52.75pt;width:156.75pt;z-index:-251654144;mso-width-relative:page;mso-height-relative:page;" filled="f" stroked="t" coordsize="21600,21600">
            <v:path/>
            <v:fill on="f" focussize="0,0"/>
            <v:stroke weight="1.25pt"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w:r>
    </w:p>
    <w:p>
      <w:pPr>
        <w:rPr>
          <w:rFonts w:hint="eastAsia"/>
        </w:rPr>
      </w:pPr>
      <w:r>
        <w:rPr>
          <w:rFonts w:hint="eastAsia"/>
          <w:lang w:val="zh-CN" w:eastAsia="zh-CN"/>
        </w:rPr>
        <w:pict>
          <v:shape id="_x0000_s1062" o:spid="_x0000_s1062" o:spt="61" type="#_x0000_t61" style="position:absolute;left:0pt;margin-left:-29.25pt;margin-top:12.35pt;height:109.2pt;width:126pt;z-index:251726848;mso-width-relative:page;mso-height-relative:page;" fillcolor="#9CBEE0" filled="f" stroked="t" coordsize="21600,21600" adj="32143,-564">
            <v:path/>
            <v:fill on="f" color2="#BBD5F0" focussize="0,0"/>
            <v:stroke weight="1.25pt"/>
            <v:imagedata o:title=""/>
            <o:lock v:ext="edit" grouping="f" rotation="f" text="f"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w:r>
      <w:r>
        <w:pict>
          <v:shape id="矩形标注 35" o:spid="_x0000_s1063" o:spt="61" type="#_x0000_t61" style="position:absolute;left:0pt;margin-left:409pt;margin-top:-25.5pt;height:117pt;width:65.55pt;rotation:5898240f;z-index:-251652096;mso-width-relative:page;mso-height-relative:page;" fillcolor="#9CBEE0" filled="f" stroked="t" coordsize="21600,21600" adj="6013,33904">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w:r>
    </w:p>
    <w:p>
      <w:pPr>
        <w:rPr>
          <w:rFonts w:hint="eastAsia"/>
        </w:rPr>
      </w:pPr>
    </w:p>
    <w:p>
      <w:pPr>
        <w:rPr>
          <w:rFonts w:hint="eastAsia"/>
        </w:rPr>
      </w:pPr>
      <w:r>
        <w:pict>
          <v:line id="箭头 6" o:spid="_x0000_s1064" o:spt="20" style="position:absolute;left:0pt;margin-left:240pt;margin-top:9.05pt;height:82.2pt;width:0.25pt;z-index:-251653120;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rPr>
      </w:pPr>
    </w:p>
    <w:p>
      <w:pPr>
        <w:rPr>
          <w:rFonts w:hint="eastAsia"/>
        </w:rPr>
      </w:pPr>
      <w:r>
        <w:pict>
          <v:shape id="_x0000_s1065" o:spid="_x0000_s1065" o:spt="61" type="#_x0000_t61" style="position:absolute;left:0pt;margin-left:379.65pt;margin-top:21pt;height:117.75pt;width:126.45pt;rotation:5898240f;z-index:-251649024;mso-width-relative:page;mso-height-relative:page;" filled="f" stroked="t" coordsize="21600,21600" adj="6070,30471">
            <v:path/>
            <v:fill on="f" focussize="0,0"/>
            <v:stroke weight="1.25pt"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w:r>
      <w:r>
        <w:rPr>
          <w:rFonts w:hint="eastAsia"/>
        </w:rPr>
        <w:t xml:space="preserve">                                   </w:t>
      </w:r>
    </w:p>
    <w:p>
      <w:pPr>
        <w:rPr>
          <w:rFonts w:hint="eastAsia"/>
        </w:rPr>
      </w:pPr>
      <w:r>
        <w:pict>
          <v:shape id="文本框 38" o:spid="_x0000_s1066" o:spt="202" type="#_x0000_t202" style="position:absolute;left:0pt;margin-left:133.05pt;margin-top:13.45pt;height:39.2pt;width:200.3pt;z-index:-25165107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w:r>
      <w:r>
        <w:rPr>
          <w:rFonts w:hint="eastAsia"/>
        </w:rPr>
        <w:t xml:space="preserve">         </w:t>
      </w:r>
    </w:p>
    <w:p>
      <w:pPr>
        <w:rPr>
          <w:rFonts w:hint="eastAsia"/>
        </w:rPr>
      </w:pPr>
    </w:p>
    <w:p>
      <w:pPr>
        <w:rPr>
          <w:rFonts w:hint="eastAsia"/>
        </w:rPr>
      </w:pPr>
    </w:p>
    <w:p>
      <w:pPr>
        <w:rPr>
          <w:rFonts w:hint="eastAsia"/>
        </w:rPr>
      </w:pPr>
      <w:r>
        <w:rPr>
          <w:rFonts w:hint="eastAsia"/>
          <w:lang w:val="zh-CN" w:eastAsia="zh-CN"/>
        </w:rPr>
        <w:pict>
          <v:line id="_x0000_s1067" o:spid="_x0000_s1067" o:spt="20" style="position:absolute;left:0pt;margin-left:239.3pt;margin-top:8.25pt;height:76.2pt;width:0.25pt;z-index:-251645952;mso-width-relative:page;mso-height-relative:page;" filled="f" stroked="t" coordsize="21600,21600">
            <v:path arrowok="t"/>
            <v:fill on="f" focussize="0,0"/>
            <v:stroke weight="1.25pt" endarrow="block"/>
            <v:imagedata o:title=""/>
            <o:lock v:ext="edit" aspectratio="f"/>
          </v:line>
        </w:pict>
      </w:r>
    </w:p>
    <w:p>
      <w:pPr>
        <w:rPr>
          <w:rFonts w:hint="eastAsia"/>
        </w:rPr>
      </w:pPr>
    </w:p>
    <w:p>
      <w:pPr>
        <w:rPr>
          <w:rFonts w:hint="eastAsia"/>
        </w:rPr>
      </w:pPr>
    </w:p>
    <w:p>
      <w:pPr>
        <w:rPr>
          <w:rFonts w:hint="eastAsia"/>
        </w:rPr>
      </w:pPr>
    </w:p>
    <w:p>
      <w:pPr>
        <w:rPr>
          <w:rFonts w:hint="eastAsia"/>
        </w:rPr>
      </w:pPr>
    </w:p>
    <w:p>
      <w:pPr>
        <w:rPr>
          <w:rFonts w:hint="eastAsia"/>
        </w:rPr>
      </w:pPr>
      <w:r>
        <w:pict>
          <v:shape id="_x0000_s1068" o:spid="_x0000_s1068" o:spt="202" type="#_x0000_t202" style="position:absolute;left:0pt;margin-left:135pt;margin-top:7.4pt;height:39.2pt;width:200.3pt;z-index:-25164800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w:r>
    </w:p>
    <w:p>
      <w:pPr>
        <w:rPr>
          <w:rFonts w:hint="eastAsia"/>
        </w:rPr>
      </w:pPr>
    </w:p>
    <w:p>
      <w:pPr>
        <w:rPr>
          <w:rFonts w:hint="eastAsia"/>
        </w:rPr>
      </w:pPr>
      <w:r>
        <w:rPr>
          <w:color w:val="000000"/>
        </w:rPr>
        <w:pict>
          <v:shape id="_x0000_s1069" o:spid="_x0000_s1069" o:spt="61" type="#_x0000_t61" style="position:absolute;left:0pt;margin-left:-53.1pt;margin-top:43.05pt;height:126pt;width:187.2pt;rotation:17694720f;z-index:-251641856;mso-width-relative:page;mso-height-relative:page;" fillcolor="#9CBEE0" filled="f" stroked="t" coordsize="21600,21600" adj="12063,27205">
            <v:path/>
            <v:fill on="f" color2="#BBD5F0" focussize="0,0"/>
            <v:stroke weight="1.25pt"/>
            <v:imagedata o:title=""/>
            <o:lock v:ext="edit" grouping="f" rotation="f" text="f"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w:r>
      <w:r>
        <w:rPr>
          <w:rFonts w:hint="eastAsia"/>
          <w:lang w:val="zh-CN" w:eastAsia="zh-CN"/>
        </w:rPr>
        <w:pict>
          <v:shape id="_x0000_s1070" o:spid="_x0000_s1070" o:spt="61" type="#_x0000_t61" style="position:absolute;left:0pt;margin-left:384.45pt;margin-top:10.1pt;height:118.55pt;width:129.75pt;rotation:5898240f;z-index:-251644928;mso-width-relative:page;mso-height-relative:page;" filled="f" stroked="t" coordsize="21600,21600" adj="-783,31043">
            <v:path/>
            <v:fill on="f" focussize="0,0"/>
            <v:stroke weight="1.25pt"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w:r>
    </w:p>
    <w:p>
      <w:pPr>
        <w:rPr>
          <w:rFonts w:hint="eastAsia"/>
        </w:rPr>
      </w:pPr>
      <w:r>
        <w:rPr>
          <w:color w:val="000000"/>
        </w:rPr>
        <w:pict>
          <v:line id="_x0000_s1071" o:spid="_x0000_s1071" o:spt="20" style="position:absolute;left:0pt;margin-left:238.5pt;margin-top:0.9pt;height:58pt;width:0.3pt;z-index:-251639808;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color w:val="000000"/>
        </w:rPr>
      </w:pPr>
      <w:r>
        <w:rPr>
          <w:color w:val="000000"/>
        </w:rPr>
        <w:pict>
          <v:shape id="_x0000_s1072" o:spid="_x0000_s1072" o:spt="202" type="#_x0000_t202" style="position:absolute;left:0pt;margin-left:138.3pt;margin-top:11.9pt;height:39.2pt;width:200.3pt;z-index:-25164390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w:r>
    </w:p>
    <w:p>
      <w:pPr>
        <w:rPr>
          <w:rFonts w:hint="eastAsia"/>
          <w:color w:val="000000"/>
        </w:rPr>
      </w:pPr>
    </w:p>
    <w:p>
      <w:pPr>
        <w:rPr>
          <w:rFonts w:hint="eastAsia"/>
          <w:color w:val="000000"/>
        </w:rPr>
      </w:pPr>
      <w:r>
        <w:rPr>
          <w:color w:val="000000"/>
        </w:rPr>
        <w:pict>
          <v:shape id="_x0000_s1073" o:spid="_x0000_s1073" o:spt="61" type="#_x0000_t61" style="position:absolute;left:0pt;margin-left:658.1pt;margin-top:4.9pt;height:101.5pt;width:114.3pt;rotation:5898240f;z-index:-251640832;mso-width-relative:page;mso-height-relative:page;" fillcolor="#9CBEE0" filled="f" stroked="t" coordsize="21600,21600" adj="18255,30463">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w:r>
    </w:p>
    <w:p>
      <w:pPr>
        <w:rPr>
          <w:rFonts w:hint="eastAsia"/>
          <w:color w:val="000000"/>
        </w:rPr>
      </w:pPr>
      <w:r>
        <w:pict>
          <v:line id="_x0000_s1074" o:spid="_x0000_s1074" o:spt="20" style="position:absolute;left:0pt;margin-left:239.25pt;margin-top:7.8pt;height:51pt;width:0.25pt;z-index:-251646976;mso-width-relative:page;mso-height-relative:page;" filled="f" stroked="t" coordsize="21600,21600">
            <v:path arrowok="t"/>
            <v:fill on="f" focussize="0,0"/>
            <v:stroke weight="1.25pt" endarrow="block"/>
            <v:imagedata o:title=""/>
            <o:lock v:ext="edit" grouping="f" rotation="f" text="f" aspectratio="f"/>
          </v:line>
        </w:pict>
      </w:r>
    </w:p>
    <w:p>
      <w:pPr>
        <w:rPr>
          <w:rFonts w:hint="eastAsia"/>
          <w:color w:val="000000"/>
        </w:rPr>
      </w:pPr>
    </w:p>
    <w:p>
      <w:pPr>
        <w:rPr>
          <w:rFonts w:hint="eastAsia"/>
          <w:color w:val="000000"/>
        </w:rPr>
      </w:pPr>
    </w:p>
    <w:p>
      <w:pPr>
        <w:rPr>
          <w:rFonts w:hint="eastAsia"/>
        </w:rPr>
      </w:pPr>
      <w:bookmarkStart w:id="0" w:name="_GoBack"/>
      <w:bookmarkEnd w:id="0"/>
      <w:r>
        <w:pict>
          <v:shape id="_x0000_s1075" o:spid="_x0000_s1075" o:spt="116" type="#_x0000_t116" style="position:absolute;left:0pt;margin-left:157.3pt;margin-top:13.8pt;height:50.55pt;width:168.75pt;z-index:-251580416;mso-width-relative:page;mso-height-relative:page;" fillcolor="#9CBEE0" filled="f" stroked="t" coordsize="21600,21600">
            <v:path/>
            <v:fill on="f" color2="#BBD5F0" focussize="0,0"/>
            <v:stroke weight="1.25pt"/>
            <v:imagedata o:title=""/>
            <o:lock v:ext="edit" grouping="f" rotation="f" text="f"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w:r>
      <w:r>
        <w:rPr>
          <w:color w:val="000000"/>
        </w:rPr>
        <w:pict>
          <v:line id="_x0000_s1076" o:spid="_x0000_s1076" o:spt="20" style="position:absolute;left:0pt;margin-left:666pt;margin-top:0pt;height:39.8pt;width:0.25pt;z-index:-251638784;mso-width-relative:page;mso-height-relative:page;" filled="f" stroked="t" coordsize="21600,21600">
            <v:path arrowok="t"/>
            <v:fill on="f" focussize="0,0"/>
            <v:stroke weight="1.25pt" endarrow="block"/>
            <v:imagedata o:title=""/>
            <o:lock v:ext="edit" grouping="f" rotation="f" text="f" aspectratio="f"/>
          </v:line>
        </w:pict>
      </w:r>
      <w:r>
        <w:rPr>
          <w:color w:val="000000"/>
        </w:rPr>
        <w:pict>
          <v:shape id="_x0000_s1077" o:spid="_x0000_s1077" o:spt="61" type="#_x0000_t61" style="position:absolute;left:0pt;margin-left:625.8pt;margin-top:27pt;height:99pt;width:140.4pt;rotation:5898240f;z-index:-251637760;mso-width-relative:page;mso-height-relative:page;" fillcolor="#9CBEE0" filled="f" stroked="t" coordsize="21600,21600" adj="10252,32127">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w:r>
      <w:r>
        <w:rPr>
          <w:color w:val="000000"/>
        </w:rPr>
        <w:pict>
          <v:shape id="_x0000_s1078" o:spid="_x0000_s1078" o:spt="202" type="#_x0000_t202" style="position:absolute;left:0pt;margin-left:576pt;margin-top:7.8pt;height:53.9pt;width:201.8pt;z-index:-25164288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w:r>
    </w:p>
    <w:p>
      <w:pPr>
        <w:rPr>
          <w:rFonts w:hint="eastAsia"/>
        </w:rPr>
      </w:pPr>
      <w:r>
        <w:rPr>
          <w:rFonts w:hint="eastAsia"/>
        </w:rPr>
        <w:t xml:space="preserve">       </w:t>
      </w:r>
    </w:p>
    <w:p>
      <w:pPr>
        <w:rPr>
          <w:rFonts w:hint="eastAsia"/>
        </w:rPr>
      </w:pPr>
    </w:p>
    <w:p>
      <w:pPr>
        <w:rPr>
          <w:rFonts w:hint="eastAsia"/>
          <w:color w:val="000000"/>
        </w:rPr>
      </w:pPr>
    </w:p>
    <w:p>
      <w:r>
        <w:rPr>
          <w:rFonts w:hint="eastAsia" w:eastAsia="方正大标宋简体"/>
          <w:sz w:val="44"/>
          <w:lang w:val="zh-CN" w:eastAsia="zh-CN"/>
        </w:rPr>
        <w:pict>
          <v:rect id="_x0000_s1079" o:spid="_x0000_s1079" o:spt="1" style="position:absolute;left:0pt;margin-left:846pt;margin-top:444.6pt;height:101.4pt;width:153pt;z-index:251709440;mso-width-relative:page;mso-height-relative:page;" coordsize="21600,21600">
            <v:path/>
            <v:fill focussize="0,0"/>
            <v:stroke/>
            <v:imagedata o:title=""/>
            <o:lock v:ext="edit" grouping="f" rotation="f" text="f"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w:r>
      <w:r>
        <w:rPr>
          <w:rFonts w:hint="eastAsia" w:eastAsia="方正大标宋简体"/>
          <w:sz w:val="44"/>
          <w:lang w:val="zh-CN" w:eastAsia="zh-CN"/>
        </w:rPr>
        <w:pict>
          <v:line id="_x0000_s1080" o:spid="_x0000_s1080" o:spt="20" style="position:absolute;left:0pt;margin-left:846pt;margin-top:436.8pt;height:0pt;width:27pt;z-index:25171865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81" o:spid="_x0000_s1081" o:spt="202" type="#_x0000_t202" style="position:absolute;left:0pt;margin-left:810pt;margin-top:421.2pt;height:70.2pt;width:108pt;z-index:-251632640;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w:r>
      <w:r>
        <w:rPr>
          <w:rFonts w:hint="eastAsia" w:eastAsia="方正大标宋简体"/>
          <w:sz w:val="44"/>
          <w:lang w:val="zh-CN" w:eastAsia="zh-CN"/>
        </w:rPr>
        <w:pict>
          <v:line id="_x0000_s1082" o:spid="_x0000_s1082" o:spt="20" style="position:absolute;left:0pt;margin-left:873pt;margin-top:390pt;height:97.6pt;width:0.05pt;z-index:25172480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3" o:spid="_x0000_s1083" o:spt="20" style="position:absolute;left:0pt;margin-left:792pt;margin-top:390pt;height:0pt;width:45pt;z-index:25172582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4" o:spid="_x0000_s1084" o:spt="20" style="position:absolute;left:0pt;margin-left:918pt;margin-top:452.4pt;height:0pt;width:27pt;z-index:25171763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5" o:spid="_x0000_s1085" o:spt="20" style="position:absolute;left:0pt;margin-left:846pt;margin-top:444.6pt;height:19.6pt;width:0.05pt;z-index:25172070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86" o:spid="_x0000_s1086" o:spt="202" type="#_x0000_t202" style="position:absolute;left:0pt;margin-left:828pt;margin-top:436.8pt;height:70.2pt;width:99pt;z-index:-251633664;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w:r>
      <w:r>
        <w:rPr>
          <w:rFonts w:hint="eastAsia" w:eastAsia="方正大标宋简体"/>
          <w:sz w:val="44"/>
          <w:lang w:val="zh-CN" w:eastAsia="zh-CN"/>
        </w:rPr>
        <w:pict>
          <v:rect id="_x0000_s1087" o:spid="_x0000_s1087" o:spt="1" style="position:absolute;left:0pt;margin-left:819pt;margin-top:429pt;height:70.2pt;width:81pt;z-index:251708416;mso-width-relative:page;mso-height-relative:page;" coordsize="21600,21600">
            <v:path/>
            <v:fill focussize="0,0"/>
            <v:stroke/>
            <v:imagedata o:title=""/>
            <o:lock v:ext="edit" grouping="f" rotation="f" text="f"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w:r>
      <w:r>
        <w:rPr>
          <w:rFonts w:hint="eastAsia" w:eastAsia="方正大标宋简体"/>
          <w:sz w:val="44"/>
          <w:lang w:val="zh-CN" w:eastAsia="zh-CN"/>
        </w:rPr>
        <w:pict>
          <v:shape id="_x0000_s1088" o:spid="_x0000_s1088" o:spt="202" type="#_x0000_t202" style="position:absolute;left:0pt;margin-left:837pt;margin-top:382.2pt;height:23.4pt;width:63pt;z-index:-25162854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w:r>
      <w:r>
        <w:rPr>
          <w:rFonts w:hint="eastAsia" w:eastAsia="方正大标宋简体"/>
          <w:sz w:val="44"/>
          <w:lang w:val="zh-CN" w:eastAsia="zh-CN"/>
        </w:rPr>
        <w:pict>
          <v:rect id="_x0000_s1089" o:spid="_x0000_s1089" o:spt="1" style="position:absolute;left:0pt;margin-left:882pt;margin-top:366.6pt;height:28.45pt;width:133.2pt;z-index:25170739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w:r>
      <w:r>
        <w:rPr>
          <w:rFonts w:hint="eastAsia" w:eastAsia="方正大标宋简体"/>
          <w:sz w:val="44"/>
          <w:lang w:val="zh-CN" w:eastAsia="zh-CN"/>
        </w:rPr>
        <w:pict>
          <v:line id="_x0000_s1090" o:spid="_x0000_s1090" o:spt="20" style="position:absolute;left:0pt;margin-left:918pt;margin-top:390pt;height:19.6pt;width:0.05pt;z-index:25171660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91" o:spid="_x0000_s1091" o:spt="20" style="position:absolute;left:0pt;flip:x;margin-left:855pt;margin-top:374.4pt;height:7.8pt;width:27pt;z-index:25171968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92" o:spid="_x0000_s1092" o:spt="20" style="position:absolute;left:0pt;margin-left:882pt;margin-top:327.6pt;height:19.6pt;width:0.05pt;z-index:25171558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93" o:spid="_x0000_s1093" o:spt="1" style="position:absolute;left:0pt;margin-left:909pt;margin-top:319.8pt;height:56.7pt;width:85.65pt;z-index:25170432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w:r>
      <w:r>
        <w:rPr>
          <w:rFonts w:hint="eastAsia" w:eastAsia="方正大标宋简体"/>
          <w:sz w:val="44"/>
          <w:lang w:val="zh-CN" w:eastAsia="zh-CN"/>
        </w:rPr>
        <w:pict>
          <v:rect id="_x0000_s1094" o:spid="_x0000_s1094" o:spt="1" style="position:absolute;left:0pt;margin-left:882pt;margin-top:273pt;height:56.7pt;width:85.6pt;z-index:25170534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w:r>
      <w:r>
        <w:rPr>
          <w:rFonts w:hint="eastAsia" w:eastAsia="方正大标宋简体"/>
          <w:sz w:val="44"/>
          <w:lang w:val="zh-CN" w:eastAsia="zh-CN"/>
        </w:rPr>
        <w:pict>
          <v:line id="_x0000_s1095" o:spid="_x0000_s1095" o:spt="20" style="position:absolute;left:0pt;margin-left:855pt;margin-top:288.6pt;height:27.4pt;width:0.05pt;z-index:25171353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96" o:spid="_x0000_s1096" o:spt="1" style="position:absolute;left:0pt;margin-left:810pt;margin-top:288.6pt;height:56.7pt;width:104.65pt;z-index:25170636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w:r>
      <w:r>
        <w:rPr>
          <w:rFonts w:hint="eastAsia" w:eastAsia="方正大标宋简体"/>
          <w:sz w:val="44"/>
          <w:lang w:val="zh-CN" w:eastAsia="zh-CN"/>
        </w:rPr>
        <w:pict>
          <v:line id="_x0000_s1097" o:spid="_x0000_s1097" o:spt="20" style="position:absolute;left:0pt;margin-left:801pt;margin-top:280.8pt;height:0.05pt;width:218.75pt;z-index:251712512;mso-width-relative:page;mso-height-relative:page;" filled="f" coordsize="21600,21600">
            <v:path arrowok="t"/>
            <v:fill on="f" focussize="0,0"/>
            <v:stroke/>
            <v:imagedata o:title=""/>
            <o:lock v:ext="edit" grouping="f" rotation="f" text="f" aspectratio="f"/>
          </v:line>
        </w:pict>
      </w:r>
      <w:r>
        <w:rPr>
          <w:rFonts w:hint="eastAsia" w:eastAsia="方正大标宋简体"/>
          <w:sz w:val="44"/>
          <w:lang w:val="zh-CN" w:eastAsia="zh-CN"/>
        </w:rPr>
        <w:pict>
          <v:line id="_x0000_s1098" o:spid="_x0000_s1098" o:spt="20" style="position:absolute;left:0pt;margin-left:864pt;margin-top:171.6pt;height:13.25pt;width:0.05pt;z-index:25171148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99" o:spid="_x0000_s1099" o:spt="202" type="#_x0000_t202" style="position:absolute;left:0pt;margin-left:810pt;margin-top:163.8pt;height:54.6pt;width:90pt;z-index:-25163571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shape id="_x0000_s1100" o:spid="_x0000_s1100" o:spt="61" type="#_x0000_t61" style="position:absolute;left:0pt;margin-left:845.2pt;margin-top:121.4pt;height:113pt;width:93.6pt;rotation:5898240f;z-index:-251634688;mso-width-relative:page;mso-height-relative:page;" fillcolor="#9CBEE0" filled="f" stroked="t" coordsize="21600,21600" adj="8949,2454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w:r>
      <w:r>
        <w:rPr>
          <w:rFonts w:hint="eastAsia" w:eastAsia="方正大标宋简体"/>
          <w:sz w:val="44"/>
          <w:lang w:val="zh-CN" w:eastAsia="zh-CN"/>
        </w:rPr>
        <w:pict>
          <v:shape id="_x0000_s1101" o:spid="_x0000_s1101" o:spt="61" type="#_x0000_t61" style="position:absolute;left:0pt;margin-left:786.6pt;margin-top:128.4pt;height:99pt;width:124.8pt;rotation:17694720f;z-index:-251636736;mso-width-relative:page;mso-height-relative:page;" fillcolor="#9CBEE0" filled="f" stroked="t" coordsize="21600,21600" adj="12712,31690">
            <v:path/>
            <v:fill on="f" color2="#BBD5F0" focussize="0,0"/>
            <v:stroke weight="1.25pt"/>
            <v:imagedata o:title=""/>
            <o:lock v:ext="edit" grouping="f" rotation="f" text="f"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w:r>
      <w:r>
        <w:rPr>
          <w:rFonts w:hint="eastAsia" w:eastAsia="方正大标宋简体"/>
          <w:sz w:val="44"/>
          <w:lang w:val="zh-CN" w:eastAsia="zh-CN"/>
        </w:rPr>
        <w:pict>
          <v:line id="_x0000_s1102" o:spid="_x0000_s1102" o:spt="20" style="position:absolute;left:0pt;margin-left:891pt;margin-top:85.8pt;height:13.25pt;width:0.05pt;z-index:25171046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03" o:spid="_x0000_s1103" o:spt="1" style="position:absolute;left:0pt;margin-left:828pt;margin-top:109.2pt;height:46.8pt;width:144pt;z-index:25170329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w:r>
      <w:r>
        <w:rPr>
          <w:rFonts w:hint="eastAsia" w:eastAsia="方正大标宋简体"/>
          <w:sz w:val="44"/>
          <w:lang w:val="zh-CN" w:eastAsia="zh-CN"/>
        </w:rPr>
        <w:pict>
          <v:rect id="_x0000_s1104" o:spid="_x0000_s1104" o:spt="1" style="position:absolute;left:0pt;margin-left:819pt;margin-top:54.6pt;height:31.2pt;width:126pt;z-index:25170227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w:r>
      <w:r>
        <w:rPr>
          <w:rFonts w:hint="eastAsia" w:eastAsia="方正大标宋简体"/>
          <w:sz w:val="44"/>
          <w:lang w:val="zh-CN" w:eastAsia="zh-CN"/>
        </w:rPr>
        <w:pict>
          <v:shape id="_x0000_s1105" o:spid="_x0000_s1105" o:spt="61" type="#_x0000_t61" style="position:absolute;left:0pt;margin-left:641.8pt;margin-top:540.2pt;height:92.6pt;width:156pt;rotation:5898240f;z-index:-251627520;mso-width-relative:page;mso-height-relative:page;" fillcolor="#9CBEE0" filled="f" stroked="t" coordsize="21600,21600" adj="12586,-675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w:r>
      <w:r>
        <w:rPr>
          <w:rFonts w:hint="eastAsia" w:eastAsia="方正大标宋简体"/>
          <w:sz w:val="44"/>
          <w:lang w:val="zh-CN" w:eastAsia="zh-CN"/>
        </w:rPr>
        <w:pict>
          <v:shape id="_x0000_s1106" o:spid="_x0000_s1106" o:spt="202" type="#_x0000_t202" style="position:absolute;left:0pt;margin-left:567pt;margin-top:595.8pt;height:39pt;width:117pt;z-index:-251629568;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107" o:spid="_x0000_s1107" o:spt="20" style="position:absolute;left:0pt;margin-left:693pt;margin-top:533.4pt;height:19.6pt;width:0.05pt;z-index:25172377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08" o:spid="_x0000_s1108" o:spt="202" type="#_x0000_t202" style="position:absolute;left:0pt;margin-left:684pt;margin-top:556.8pt;height:39pt;width:117pt;z-index:-25163059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109" o:spid="_x0000_s1109" o:spt="20" style="position:absolute;left:0pt;margin-left:639pt;margin-top:556.8pt;height:19.6pt;width:0.05pt;z-index:25172275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10" o:spid="_x0000_s1110" o:spt="202" type="#_x0000_t202" style="position:absolute;left:0pt;margin-left:594pt;margin-top:533.4pt;height:54.6pt;width:117pt;z-index:-251631616;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w:r>
      <w:r>
        <w:rPr>
          <w:rFonts w:hint="eastAsia" w:eastAsia="方正大标宋简体"/>
          <w:sz w:val="44"/>
          <w:lang w:val="zh-CN" w:eastAsia="zh-CN"/>
        </w:rPr>
        <w:pict>
          <v:line id="_x0000_s1111" o:spid="_x0000_s1111" o:spt="20" style="position:absolute;left:0pt;flip:x;margin-left:657pt;margin-top:525.6pt;height:0pt;width:27pt;z-index:25172172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112" o:spid="_x0000_s1112" o:spt="20" style="position:absolute;left:0pt;margin-left:783pt;margin-top:291.6pt;height:19.6pt;width:0.05pt;z-index:25171456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13" o:spid="_x0000_s1113" o:spt="1" style="position:absolute;left:0pt;margin-left:-243pt;margin-top:455.4pt;height:54.6pt;width:95.15pt;z-index:25169612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w:r>
      <w:r>
        <w:rPr>
          <w:rFonts w:hint="eastAsia" w:eastAsia="方正大标宋简体"/>
          <w:sz w:val="44"/>
          <w:lang w:val="zh-CN" w:eastAsia="zh-CN"/>
        </w:rPr>
        <w:pict>
          <v:line id="_x0000_s1114" o:spid="_x0000_s1114" o:spt="20" style="position:absolute;left:0pt;margin-left:-225pt;margin-top:439.8pt;height:18.9pt;width:0.05pt;z-index:251701248;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5" o:spid="_x0000_s1115" o:spt="1" style="position:absolute;left:0pt;margin-left:-279pt;margin-top:432pt;height:18.9pt;width:95.15pt;z-index:25169510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w:r>
      <w:r>
        <w:rPr>
          <w:rFonts w:hint="eastAsia" w:eastAsia="方正大标宋简体"/>
          <w:sz w:val="44"/>
          <w:lang w:val="zh-CN" w:eastAsia="zh-CN"/>
        </w:rPr>
        <w:pict>
          <v:line id="_x0000_s1116" o:spid="_x0000_s1116" o:spt="20" style="position:absolute;left:0pt;margin-left:-207pt;margin-top:408.6pt;height:18.9pt;width:0.05pt;z-index:251700224;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7" o:spid="_x0000_s1117" o:spt="1" style="position:absolute;left:0pt;margin-left:-279pt;margin-top:408.6pt;height:19.7pt;width:95.15pt;z-index:25169408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w:r>
      <w:r>
        <w:rPr>
          <w:rFonts w:hint="eastAsia" w:eastAsia="方正大标宋简体"/>
          <w:sz w:val="44"/>
          <w:lang w:val="zh-CN" w:eastAsia="zh-CN"/>
        </w:rPr>
        <w:pict>
          <v:line id="_x0000_s1118" o:spid="_x0000_s1118" o:spt="20" style="position:absolute;left:0pt;margin-left:-216pt;margin-top:377.4pt;height:18.9pt;width:0.05pt;z-index:251699200;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9" o:spid="_x0000_s1119" o:spt="1" style="position:absolute;left:0pt;margin-left:-225pt;margin-top:268.2pt;height:109.2pt;width:99pt;z-index:25169305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w:r>
      <w:r>
        <w:rPr>
          <w:rFonts w:hint="eastAsia" w:eastAsia="方正大标宋简体"/>
          <w:sz w:val="44"/>
          <w:lang w:val="zh-CN" w:eastAsia="zh-CN"/>
        </w:rPr>
        <w:pict>
          <v:line id="_x0000_s1120" o:spid="_x0000_s1120" o:spt="20" style="position:absolute;left:0pt;margin-left:-171pt;margin-top:229.2pt;height:18.9pt;width:0.05pt;z-index:251698176;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line id="_x0000_s1121" o:spid="_x0000_s1121" o:spt="20" style="position:absolute;left:0pt;margin-left:-153pt;margin-top:127.8pt;height:18.9pt;width:0.05pt;z-index:251697152;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22" o:spid="_x0000_s1122" o:spt="1" style="position:absolute;left:0pt;margin-left:-171pt;margin-top:143.4pt;height:78pt;width:27pt;z-index:25169203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w:r>
      <w:r>
        <w:rPr>
          <w:rFonts w:hint="eastAsia" w:eastAsia="方正大标宋简体"/>
          <w:sz w:val="44"/>
          <w:lang w:val="zh-CN" w:eastAsia="zh-CN"/>
        </w:rPr>
        <w:pict>
          <v:rect id="_x0000_s1123" o:spid="_x0000_s1123" o:spt="1" style="position:absolute;left:0pt;margin-left:-189pt;margin-top:73.2pt;height:48.9pt;width:98.45pt;z-index:25169100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115A29"/>
    <w:rsid w:val="000C1A6A"/>
    <w:rsid w:val="00384F10"/>
    <w:rsid w:val="003D3ED5"/>
    <w:rsid w:val="004958C7"/>
    <w:rsid w:val="004B3CC8"/>
    <w:rsid w:val="00652E4C"/>
    <w:rsid w:val="006E7452"/>
    <w:rsid w:val="00B104C6"/>
    <w:rsid w:val="00D75D40"/>
    <w:rsid w:val="00E664EF"/>
    <w:rsid w:val="01CC7805"/>
    <w:rsid w:val="01D75A03"/>
    <w:rsid w:val="02D55DDD"/>
    <w:rsid w:val="04A86C64"/>
    <w:rsid w:val="078036D3"/>
    <w:rsid w:val="0E6F1918"/>
    <w:rsid w:val="115D7E5C"/>
    <w:rsid w:val="11F76CB4"/>
    <w:rsid w:val="130A53B5"/>
    <w:rsid w:val="14763986"/>
    <w:rsid w:val="17E517E8"/>
    <w:rsid w:val="187704C5"/>
    <w:rsid w:val="1A2D35D6"/>
    <w:rsid w:val="1D072C28"/>
    <w:rsid w:val="1D5A7004"/>
    <w:rsid w:val="1FB84FCB"/>
    <w:rsid w:val="224B545C"/>
    <w:rsid w:val="257F660B"/>
    <w:rsid w:val="26896038"/>
    <w:rsid w:val="296066A8"/>
    <w:rsid w:val="298210AD"/>
    <w:rsid w:val="29D4363E"/>
    <w:rsid w:val="2A667B1C"/>
    <w:rsid w:val="2AF4125C"/>
    <w:rsid w:val="2ECA4FE4"/>
    <w:rsid w:val="30EB1A1A"/>
    <w:rsid w:val="328D411F"/>
    <w:rsid w:val="395B402D"/>
    <w:rsid w:val="3B7835E8"/>
    <w:rsid w:val="3E7B3133"/>
    <w:rsid w:val="402E08FC"/>
    <w:rsid w:val="40EC0549"/>
    <w:rsid w:val="41046BE5"/>
    <w:rsid w:val="47BD3AD2"/>
    <w:rsid w:val="484C6D91"/>
    <w:rsid w:val="49920804"/>
    <w:rsid w:val="4B304C5F"/>
    <w:rsid w:val="4BFC0CB0"/>
    <w:rsid w:val="4E056E6B"/>
    <w:rsid w:val="51FD6228"/>
    <w:rsid w:val="5359557C"/>
    <w:rsid w:val="53610844"/>
    <w:rsid w:val="53A52BBE"/>
    <w:rsid w:val="57117B7D"/>
    <w:rsid w:val="581368ED"/>
    <w:rsid w:val="5A1D345F"/>
    <w:rsid w:val="5F2A0BA4"/>
    <w:rsid w:val="61B60866"/>
    <w:rsid w:val="646C5365"/>
    <w:rsid w:val="64F13C2D"/>
    <w:rsid w:val="66017F0E"/>
    <w:rsid w:val="66396739"/>
    <w:rsid w:val="67806FF9"/>
    <w:rsid w:val="6A536CE1"/>
    <w:rsid w:val="6E850E64"/>
    <w:rsid w:val="6F921552"/>
    <w:rsid w:val="706B6DA2"/>
    <w:rsid w:val="75115A29"/>
    <w:rsid w:val="77A87518"/>
    <w:rsid w:val="7AFC7EA8"/>
    <w:rsid w:val="7C4F07D0"/>
    <w:rsid w:val="7D73558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4"/>
    <w:link w:val="2"/>
    <w:semiHidden/>
    <w:qFormat/>
    <w:locked/>
    <w:uiPriority w:val="99"/>
    <w:rPr>
      <w:rFonts w:cs="Times New Roman"/>
      <w:sz w:val="18"/>
      <w:szCs w:val="18"/>
    </w:rPr>
  </w:style>
  <w:style w:type="character" w:customStyle="1" w:styleId="8">
    <w:name w:val="Header Char"/>
    <w:basedOn w:val="4"/>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1"/>
    <customShpInfo spid="_x0000_s1062"/>
    <customShpInfo spid="_x0000_s1063"/>
    <customShpInfo spid="_x0000_s1064"/>
    <customShpInfo spid="_x0000_s1065"/>
    <customShpInfo spid="_x0000_s1066" textRotate="1"/>
    <customShpInfo spid="_x0000_s1067"/>
    <customShpInfo spid="_x0000_s1068" textRotate="1"/>
    <customShpInfo spid="_x0000_s1069"/>
    <customShpInfo spid="_x0000_s1070"/>
    <customShpInfo spid="_x0000_s1071"/>
    <customShpInfo spid="_x0000_s1072" textRotate="1"/>
    <customShpInfo spid="_x0000_s1073"/>
    <customShpInfo spid="_x0000_s1074"/>
    <customShpInfo spid="_x0000_s1075"/>
    <customShpInfo spid="_x0000_s1076"/>
    <customShpInfo spid="_x0000_s1077"/>
    <customShpInfo spid="_x0000_s1078" textRotate="1"/>
    <customShpInfo spid="_x0000_s1079"/>
    <customShpInfo spid="_x0000_s1080"/>
    <customShpInfo spid="_x0000_s1081" textRotate="1"/>
    <customShpInfo spid="_x0000_s1082"/>
    <customShpInfo spid="_x0000_s1083"/>
    <customShpInfo spid="_x0000_s1084"/>
    <customShpInfo spid="_x0000_s1085"/>
    <customShpInfo spid="_x0000_s1086" textRotate="1"/>
    <customShpInfo spid="_x0000_s1087"/>
    <customShpInfo spid="_x0000_s1088" textRotate="1"/>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textRotate="1"/>
    <customShpInfo spid="_x0000_s1100"/>
    <customShpInfo spid="_x0000_s1101"/>
    <customShpInfo spid="_x0000_s1102"/>
    <customShpInfo spid="_x0000_s1103"/>
    <customShpInfo spid="_x0000_s1104"/>
    <customShpInfo spid="_x0000_s1105"/>
    <customShpInfo spid="_x0000_s1106" textRotate="1"/>
    <customShpInfo spid="_x0000_s1107"/>
    <customShpInfo spid="_x0000_s1108" textRotate="1"/>
    <customShpInfo spid="_x0000_s1109"/>
    <customShpInfo spid="_x0000_s1110" textRotate="1"/>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25</Words>
  <Characters>146</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2017-08-03T08:39:00Z</dcterms:created>
  <dc:creator>Administrator</dc:creator>
  <cp:lastModifiedBy>fqqbb</cp:lastModifiedBy>
  <dcterms:modified xsi:type="dcterms:W3CDTF">2020-06-05T02:21:30Z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