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890"/>
        <w:gridCol w:w="2090"/>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权力序号</w:t>
            </w:r>
          </w:p>
        </w:tc>
        <w:tc>
          <w:tcPr>
            <w:tcW w:w="1890" w:type="dxa"/>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6</w:t>
            </w:r>
          </w:p>
        </w:tc>
        <w:tc>
          <w:tcPr>
            <w:tcW w:w="2090" w:type="dxa"/>
          </w:tcPr>
          <w:p>
            <w:pPr>
              <w:spacing w:line="360" w:lineRule="auto"/>
              <w:jc w:val="center"/>
              <w:rPr>
                <w:rFonts w:ascii="黑体" w:hAnsi="黑体" w:eastAsia="黑体" w:cs="黑体"/>
                <w:sz w:val="24"/>
              </w:rPr>
            </w:pPr>
            <w:r>
              <w:rPr>
                <w:rFonts w:hint="eastAsia" w:ascii="黑体" w:hAnsi="黑体" w:eastAsia="黑体" w:cs="黑体"/>
                <w:sz w:val="24"/>
              </w:rPr>
              <w:t>权力类型</w:t>
            </w:r>
          </w:p>
        </w:tc>
        <w:tc>
          <w:tcPr>
            <w:tcW w:w="2412" w:type="dxa"/>
          </w:tcPr>
          <w:p>
            <w:pPr>
              <w:spacing w:line="360" w:lineRule="auto"/>
              <w:jc w:val="center"/>
              <w:rPr>
                <w:rFonts w:ascii="黑体" w:hAnsi="黑体" w:eastAsia="黑体" w:cs="黑体"/>
                <w:sz w:val="24"/>
              </w:rPr>
            </w:pPr>
            <w:r>
              <w:rPr>
                <w:rFonts w:hint="eastAsia" w:ascii="黑体" w:hAnsi="黑体" w:eastAsia="黑体" w:cs="黑体"/>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权力名称</w:t>
            </w:r>
          </w:p>
        </w:tc>
        <w:tc>
          <w:tcPr>
            <w:tcW w:w="6392" w:type="dxa"/>
            <w:gridSpan w:val="3"/>
          </w:tcPr>
          <w:p>
            <w:pPr>
              <w:spacing w:line="360" w:lineRule="auto"/>
              <w:jc w:val="center"/>
              <w:rPr>
                <w:rFonts w:ascii="黑体" w:hAnsi="黑体" w:eastAsia="黑体" w:cs="黑体"/>
                <w:sz w:val="24"/>
              </w:rPr>
            </w:pPr>
            <w:r>
              <w:rPr>
                <w:rFonts w:hint="eastAsia" w:ascii="黑体" w:hAnsi="黑体" w:eastAsia="黑体" w:cs="黑体"/>
                <w:sz w:val="24"/>
              </w:rPr>
              <w:t>在临时使用的土地上修建永久性建筑物、构筑物的处罚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备注</w:t>
            </w:r>
          </w:p>
        </w:tc>
        <w:tc>
          <w:tcPr>
            <w:tcW w:w="6392" w:type="dxa"/>
            <w:gridSpan w:val="3"/>
          </w:tcPr>
          <w:p>
            <w:pPr>
              <w:spacing w:line="360" w:lineRule="auto"/>
              <w:jc w:val="center"/>
              <w:rPr>
                <w:rFonts w:ascii="黑体" w:hAnsi="黑体" w:eastAsia="黑体" w:cs="黑体"/>
                <w:sz w:val="24"/>
              </w:rPr>
            </w:pPr>
          </w:p>
        </w:tc>
      </w:tr>
    </w:tbl>
    <w:p>
      <w:pPr>
        <w:rPr>
          <w:rFonts w:hint="eastAsia"/>
        </w:rPr>
      </w:pPr>
    </w:p>
    <w:p>
      <w:pPr>
        <w:rPr>
          <w:rFonts w:hint="eastAsia"/>
        </w:rPr>
      </w:pPr>
      <w:r>
        <w:pict>
          <v:shape id="流程图: 终止 1" o:spid="_x0000_s1059" o:spt="116" type="#_x0000_t116" style="position:absolute;left:0pt;margin-left:161.25pt;margin-top:2.25pt;height:52.75pt;width:156.75pt;z-index:-251654144;mso-width-relative:page;mso-height-relative:page;" filled="f" stroked="t" coordsize="21600,21600">
            <v:path/>
            <v:fill on="f" focussize="0,0"/>
            <v:stroke weight="1.25pt" joinstyle="miter"/>
            <v:imagedata o:title=""/>
            <o:lock v:ext="edit" aspectratio="f"/>
            <v:textbo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（社区综合管理办公室）</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v:textbox>
          </v:shape>
        </w:pict>
      </w:r>
    </w:p>
    <w:p>
      <w:pPr>
        <w:rPr>
          <w:rFonts w:hint="eastAsia"/>
        </w:rPr>
      </w:pPr>
      <w:r>
        <w:rPr>
          <w:rFonts w:hint="eastAsia"/>
          <w:lang w:val="zh-CN" w:eastAsia="zh-CN"/>
        </w:rPr>
        <w:pict>
          <v:shape id="_x0000_s1060" o:spid="_x0000_s1060" o:spt="61" type="#_x0000_t61" style="position:absolute;left:0pt;margin-left:-29.25pt;margin-top:12.35pt;height:109.2pt;width:126pt;z-index:251726848;mso-width-relative:page;mso-height-relative:page;" fillcolor="#9CBEE0" filled="f" stroked="t" coordsize="21600,21600" adj="32143,-564">
            <v:path/>
            <v:fill on="f" color2="#BBD5F0" focussize="0,0"/>
            <v:stroke weight="1.25pt"/>
            <v:imagedata o:title=""/>
            <o:lock v:ext="edit" grouping="f" rotation="f" text="f" aspectratio="f"/>
            <v:textbo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v:textbox>
          </v:shape>
        </w:pict>
      </w:r>
      <w:r>
        <w:pict>
          <v:shape id="矩形标注 35" o:spid="_x0000_s1061" o:spt="61" type="#_x0000_t61" style="position:absolute;left:0pt;margin-left:409pt;margin-top:-25.5pt;height:117pt;width:65.55pt;rotation:5898240f;z-index:-251652096;mso-width-relative:page;mso-height-relative:page;" fillcolor="#9CBEE0" filled="f" stroked="t" coordsize="21600,21600" adj="6013,33904">
            <v:path/>
            <v:fill on="f" color2="#BBD5F0" focussize="0,0"/>
            <v:stroke weight="1.25pt"/>
            <v:imagedata o:title=""/>
            <o:lock v:ext="edit" grouping="f" rotation="f" text="f" aspectratio="f"/>
            <v:textbox inset="7.19992125984252pt,3.59992125984252pt,7.19992125984252pt,3.59992125984252pt">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v:textbox>
          </v:shape>
        </w:pict>
      </w:r>
    </w:p>
    <w:p>
      <w:pPr>
        <w:rPr>
          <w:rFonts w:hint="eastAsia"/>
        </w:rPr>
      </w:pPr>
    </w:p>
    <w:p>
      <w:pPr>
        <w:rPr>
          <w:rFonts w:hint="eastAsia"/>
        </w:rPr>
      </w:pPr>
      <w:r>
        <w:pict>
          <v:line id="箭头 6" o:spid="_x0000_s1062" o:spt="20" style="position:absolute;left:0pt;margin-left:240pt;margin-top:9.05pt;height:82.2pt;width:0.25pt;z-index:-251653120;mso-width-relative:page;mso-height-relative:page;" filled="f" stroked="t" coordsize="21600,21600">
            <v:path arrowok="t"/>
            <v:fill on="f" focussize="0,0"/>
            <v:stroke weight="1.25pt" endarrow="block"/>
            <v:imagedata o:title=""/>
            <o:lock v:ext="edit" grouping="f" rotation="f" text="f" aspectratio="f"/>
          </v:line>
        </w:pict>
      </w:r>
    </w:p>
    <w:p>
      <w:pPr>
        <w:rPr>
          <w:rFonts w:hint="eastAsia"/>
        </w:rPr>
      </w:pPr>
    </w:p>
    <w:p>
      <w:pPr>
        <w:rPr>
          <w:rFonts w:hint="eastAsia"/>
        </w:rPr>
      </w:pPr>
    </w:p>
    <w:p>
      <w:pPr>
        <w:rPr>
          <w:rFonts w:hint="eastAsia"/>
        </w:rPr>
      </w:pPr>
    </w:p>
    <w:p>
      <w:pPr>
        <w:rPr>
          <w:rFonts w:hint="eastAsia"/>
        </w:rPr>
      </w:pPr>
      <w:r>
        <w:pict>
          <v:shape id="_x0000_s1063" o:spid="_x0000_s1063" o:spt="61" type="#_x0000_t61" style="position:absolute;left:0pt;margin-left:379.65pt;margin-top:21pt;height:117.75pt;width:126.45pt;rotation:5898240f;z-index:-251649024;mso-width-relative:page;mso-height-relative:page;" filled="f" stroked="t" coordsize="21600,21600" adj="6070,30471">
            <v:path/>
            <v:fill on="f" focussize="0,0"/>
            <v:stroke weight="1.25pt" joinstyle="miter"/>
            <v:imagedata o:title=""/>
            <o:lock v:ext="edit" aspectratio="f"/>
            <v:textbox inset="7.19992125984252pt,3.59992125984252pt,7.19992125984252pt,3.59992125984252pt">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v:textbox>
          </v:shape>
        </w:pict>
      </w:r>
      <w:r>
        <w:rPr>
          <w:rFonts w:hint="eastAsia"/>
        </w:rPr>
        <w:t xml:space="preserve">                                   </w:t>
      </w:r>
    </w:p>
    <w:p>
      <w:pPr>
        <w:rPr>
          <w:rFonts w:hint="eastAsia"/>
        </w:rPr>
      </w:pPr>
      <w:r>
        <w:pict>
          <v:shape id="文本框 38" o:spid="_x0000_s1064" o:spt="202" type="#_x0000_t202" style="position:absolute;left:0pt;margin-left:133.05pt;margin-top:13.45pt;height:39.2pt;width:200.3pt;z-index:-251651072;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jc w:val="center"/>
                    <w:rPr>
                      <w:rFonts w:hint="eastAsia"/>
                    </w:rPr>
                  </w:pPr>
                  <w:r>
                    <w:rPr>
                      <w:rFonts w:hint="eastAsia"/>
                    </w:rPr>
                    <w:t>告知</w:t>
                  </w:r>
                </w:p>
                <w:p>
                  <w:pPr>
                    <w:jc w:val="center"/>
                    <w:rPr>
                      <w:rFonts w:hint="eastAsia"/>
                    </w:rPr>
                  </w:pPr>
                  <w:r>
                    <w:rPr>
                      <w:rFonts w:hint="eastAsia"/>
                      <w:sz w:val="21"/>
                      <w:szCs w:val="21"/>
                      <w:lang w:eastAsia="zh-CN"/>
                    </w:rPr>
                    <w:t>（社区综合管理办公室）</w:t>
                  </w:r>
                </w:p>
              </w:txbxContent>
            </v:textbox>
          </v:shape>
        </w:pict>
      </w:r>
      <w:r>
        <w:rPr>
          <w:rFonts w:hint="eastAsia"/>
        </w:rPr>
        <w:t xml:space="preserve">         </w:t>
      </w:r>
    </w:p>
    <w:p>
      <w:pPr>
        <w:rPr>
          <w:rFonts w:hint="eastAsia"/>
        </w:rPr>
      </w:pPr>
    </w:p>
    <w:p>
      <w:pPr>
        <w:rPr>
          <w:rFonts w:hint="eastAsia"/>
        </w:rPr>
      </w:pPr>
    </w:p>
    <w:p>
      <w:pPr>
        <w:rPr>
          <w:rFonts w:hint="eastAsia"/>
        </w:rPr>
      </w:pPr>
      <w:r>
        <w:rPr>
          <w:rFonts w:hint="eastAsia"/>
          <w:lang w:val="zh-CN" w:eastAsia="zh-CN"/>
        </w:rPr>
        <w:pict>
          <v:line id="_x0000_s1065" o:spid="_x0000_s1065" o:spt="20" style="position:absolute;left:0pt;margin-left:239.3pt;margin-top:8.25pt;height:76.2pt;width:0.25pt;z-index:-251645952;mso-width-relative:page;mso-height-relative:page;" filled="f" stroked="t" coordsize="21600,21600">
            <v:path arrowok="t"/>
            <v:fill on="f" focussize="0,0"/>
            <v:stroke weight="1.25pt" endarrow="block"/>
            <v:imagedata o:title=""/>
            <o:lock v:ext="edit" aspectratio="f"/>
          </v:line>
        </w:pict>
      </w:r>
    </w:p>
    <w:p>
      <w:pPr>
        <w:rPr>
          <w:rFonts w:hint="eastAsia"/>
        </w:rPr>
      </w:pPr>
    </w:p>
    <w:p>
      <w:pPr>
        <w:rPr>
          <w:rFonts w:hint="eastAsia"/>
        </w:rPr>
      </w:pPr>
    </w:p>
    <w:p>
      <w:pPr>
        <w:rPr>
          <w:rFonts w:hint="eastAsia"/>
        </w:rPr>
      </w:pPr>
    </w:p>
    <w:p>
      <w:pPr>
        <w:rPr>
          <w:rFonts w:hint="eastAsia"/>
        </w:rPr>
      </w:pPr>
    </w:p>
    <w:p>
      <w:pPr>
        <w:rPr>
          <w:rFonts w:hint="eastAsia"/>
        </w:rPr>
      </w:pPr>
      <w:r>
        <w:pict>
          <v:shape id="_x0000_s1066" o:spid="_x0000_s1066" o:spt="202" type="#_x0000_t202" style="position:absolute;left:0pt;margin-left:135pt;margin-top:7.4pt;height:39.2pt;width:200.3pt;z-index:-251648000;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（社区综合管理办公室）</w:t>
                  </w:r>
                </w:p>
              </w:txbxContent>
            </v:textbox>
          </v:shape>
        </w:pict>
      </w:r>
    </w:p>
    <w:p>
      <w:pPr>
        <w:rPr>
          <w:rFonts w:hint="eastAsia"/>
        </w:rPr>
      </w:pPr>
    </w:p>
    <w:p>
      <w:pPr>
        <w:rPr>
          <w:rFonts w:hint="eastAsia"/>
        </w:rPr>
      </w:pPr>
      <w:r>
        <w:rPr>
          <w:color w:val="000000"/>
        </w:rPr>
        <w:pict>
          <v:shape id="_x0000_s1067" o:spid="_x0000_s1067" o:spt="61" type="#_x0000_t61" style="position:absolute;left:0pt;margin-left:-53.1pt;margin-top:43.05pt;height:126pt;width:187.2pt;rotation:17694720f;z-index:-251641856;mso-width-relative:page;mso-height-relative:page;" fillcolor="#9CBEE0" filled="f" stroked="t" coordsize="21600,21600" adj="12063,27205">
            <v:path/>
            <v:fill on="f" color2="#BBD5F0" focussize="0,0"/>
            <v:stroke weight="1.25pt"/>
            <v:imagedata o:title=""/>
            <o:lock v:ext="edit" grouping="f" rotation="f" text="f" aspectratio="f"/>
            <v:textbox inset="7.19992125984252pt,3.59992125984252pt,7.19992125984252pt,3.59992125984252pt">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v:textbox>
          </v:shape>
        </w:pict>
      </w:r>
      <w:r>
        <w:rPr>
          <w:rFonts w:hint="eastAsia"/>
          <w:lang w:val="zh-CN" w:eastAsia="zh-CN"/>
        </w:rPr>
        <w:pict>
          <v:shape id="_x0000_s1068" o:spid="_x0000_s1068" o:spt="61" type="#_x0000_t61" style="position:absolute;left:0pt;margin-left:384.45pt;margin-top:10.1pt;height:118.55pt;width:129.75pt;rotation:5898240f;z-index:-251644928;mso-width-relative:page;mso-height-relative:page;" filled="f" stroked="t" coordsize="21600,21600" adj="-783,31043">
            <v:path/>
            <v:fill on="f" focussize="0,0"/>
            <v:stroke weight="1.25pt" joinstyle="miter"/>
            <v:imagedata o:title=""/>
            <o:lock v:ext="edit" aspectratio="f"/>
            <v:textbox inset="7.19992125984252pt,3.59992125984252pt,7.19992125984252pt,3.59992125984252pt">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v:textbox>
          </v:shape>
        </w:pict>
      </w:r>
    </w:p>
    <w:p>
      <w:pPr>
        <w:rPr>
          <w:rFonts w:hint="eastAsia"/>
        </w:rPr>
      </w:pPr>
      <w:r>
        <w:rPr>
          <w:color w:val="000000"/>
        </w:rPr>
        <w:pict>
          <v:line id="_x0000_s1069" o:spid="_x0000_s1069" o:spt="20" style="position:absolute;left:0pt;margin-left:238.5pt;margin-top:0.9pt;height:58pt;width:0.3pt;z-index:-251639808;mso-width-relative:page;mso-height-relative:page;" filled="f" stroked="t" coordsize="21600,21600">
            <v:path arrowok="t"/>
            <v:fill on="f" focussize="0,0"/>
            <v:stroke weight="1.25pt" endarrow="block"/>
            <v:imagedata o:title=""/>
            <o:lock v:ext="edit" grouping="f" rotation="f" text="f" aspectratio="f"/>
          </v:line>
        </w:pict>
      </w:r>
    </w:p>
    <w:p>
      <w:pPr>
        <w:rPr>
          <w:rFonts w:hint="eastAsia"/>
        </w:rPr>
      </w:pPr>
    </w:p>
    <w:p>
      <w:pPr>
        <w:rPr>
          <w:rFonts w:hint="eastAsia"/>
        </w:rPr>
      </w:pPr>
    </w:p>
    <w:p>
      <w:pPr>
        <w:rPr>
          <w:rFonts w:hint="eastAsia"/>
          <w:color w:val="000000"/>
        </w:rPr>
      </w:pPr>
      <w:r>
        <w:rPr>
          <w:color w:val="000000"/>
        </w:rPr>
        <w:pict>
          <v:shape id="_x0000_s1070" o:spid="_x0000_s1070" o:spt="202" type="#_x0000_t202" style="position:absolute;left:0pt;margin-left:138.3pt;margin-top:11.9pt;height:39.2pt;width:200.3pt;z-index:-251643904;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（社区综合管理办公室）</w:t>
                  </w:r>
                </w:p>
              </w:txbxContent>
            </v:textbox>
          </v:shape>
        </w:pict>
      </w:r>
    </w:p>
    <w:p>
      <w:pPr>
        <w:rPr>
          <w:rFonts w:hint="eastAsia"/>
          <w:color w:val="000000"/>
        </w:rPr>
      </w:pPr>
    </w:p>
    <w:p>
      <w:pPr>
        <w:rPr>
          <w:rFonts w:hint="eastAsia"/>
          <w:color w:val="000000"/>
        </w:rPr>
      </w:pPr>
      <w:r>
        <w:rPr>
          <w:color w:val="000000"/>
        </w:rPr>
        <w:pict>
          <v:shape id="_x0000_s1071" o:spid="_x0000_s1071" o:spt="61" type="#_x0000_t61" style="position:absolute;left:0pt;margin-left:658.1pt;margin-top:4.9pt;height:101.5pt;width:114.3pt;rotation:5898240f;z-index:-251640832;mso-width-relative:page;mso-height-relative:page;" fillcolor="#9CBEE0" filled="f" stroked="t" coordsize="21600,21600" adj="18255,30463">
            <v:path/>
            <v:fill on="f" color2="#BBD5F0" focussize="0,0"/>
            <v:stroke weight="1.25pt"/>
            <v:imagedata o:title=""/>
            <o:lock v:ext="edit" grouping="f" rotation="f" text="f" aspectratio="f"/>
            <v:textbox inset="7.19992125984252pt,3.59992125984252pt,7.19992125984252pt,3.59992125984252pt">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v:textbox>
          </v:shape>
        </w:pict>
      </w:r>
    </w:p>
    <w:p>
      <w:pPr>
        <w:rPr>
          <w:rFonts w:hint="eastAsia"/>
          <w:color w:val="000000"/>
        </w:rPr>
      </w:pPr>
      <w:r>
        <w:pict>
          <v:line id="_x0000_s1072" o:spid="_x0000_s1072" o:spt="20" style="position:absolute;left:0pt;margin-left:239.25pt;margin-top:7.8pt;height:51pt;width:0.25pt;z-index:-251646976;mso-width-relative:page;mso-height-relative:page;" filled="f" stroked="t" coordsize="21600,21600">
            <v:path arrowok="t"/>
            <v:fill on="f" focussize="0,0"/>
            <v:stroke weight="1.25pt" endarrow="block"/>
            <v:imagedata o:title=""/>
            <o:lock v:ext="edit" grouping="f" rotation="f" text="f" aspectratio="f"/>
          </v:line>
        </w:pict>
      </w:r>
    </w:p>
    <w:p>
      <w:pPr>
        <w:rPr>
          <w:rFonts w:hint="eastAsia"/>
          <w:color w:val="000000"/>
        </w:rPr>
      </w:pPr>
    </w:p>
    <w:p>
      <w:pPr>
        <w:rPr>
          <w:rFonts w:hint="eastAsia"/>
          <w:color w:val="000000"/>
        </w:rPr>
      </w:pPr>
    </w:p>
    <w:p>
      <w:pPr>
        <w:rPr>
          <w:rFonts w:hint="eastAsia"/>
        </w:rPr>
      </w:pPr>
      <w:bookmarkStart w:id="0" w:name="_GoBack"/>
      <w:bookmarkEnd w:id="0"/>
      <w:r>
        <w:pict>
          <v:shape id="_x0000_s1073" o:spid="_x0000_s1073" o:spt="116" type="#_x0000_t116" style="position:absolute;left:0pt;margin-left:157.3pt;margin-top:13.8pt;height:50.55pt;width:168.75pt;z-index:-251580416;mso-width-relative:page;mso-height-relative:page;" fillcolor="#9CBEE0" filled="f" stroked="t" coordsize="21600,21600">
            <v:path/>
            <v:fill on="f" color2="#BBD5F0" focussize="0,0"/>
            <v:stroke weight="1.25pt"/>
            <v:imagedata o:title=""/>
            <o:lock v:ext="edit" grouping="f" rotation="f" text="f" aspectratio="f"/>
            <v:textbo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（社区综合管理办公室）</w:t>
                  </w:r>
                </w:p>
              </w:txbxContent>
            </v:textbox>
          </v:shape>
        </w:pict>
      </w:r>
      <w:r>
        <w:rPr>
          <w:color w:val="000000"/>
        </w:rPr>
        <w:pict>
          <v:line id="_x0000_s1074" o:spid="_x0000_s1074" o:spt="20" style="position:absolute;left:0pt;margin-left:666pt;margin-top:0pt;height:39.8pt;width:0.25pt;z-index:-251638784;mso-width-relative:page;mso-height-relative:page;" filled="f" stroked="t" coordsize="21600,21600">
            <v:path arrowok="t"/>
            <v:fill on="f" focussize="0,0"/>
            <v:stroke weight="1.25pt" endarrow="block"/>
            <v:imagedata o:title=""/>
            <o:lock v:ext="edit" grouping="f" rotation="f" text="f" aspectratio="f"/>
          </v:line>
        </w:pict>
      </w:r>
      <w:r>
        <w:rPr>
          <w:color w:val="000000"/>
        </w:rPr>
        <w:pict>
          <v:shape id="_x0000_s1075" o:spid="_x0000_s1075" o:spt="61" type="#_x0000_t61" style="position:absolute;left:0pt;margin-left:625.8pt;margin-top:27pt;height:99pt;width:140.4pt;rotation:5898240f;z-index:-251637760;mso-width-relative:page;mso-height-relative:page;" fillcolor="#9CBEE0" filled="f" stroked="t" coordsize="21600,21600" adj="10252,32127">
            <v:path/>
            <v:fill on="f" color2="#BBD5F0" focussize="0,0"/>
            <v:stroke weight="1.25pt"/>
            <v:imagedata o:title=""/>
            <o:lock v:ext="edit" grouping="f" rotation="f" text="f" aspectratio="f"/>
            <v:textbox inset="7.19992125984252pt,3.59992125984252pt,7.19992125984252pt,3.59992125984252pt">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v:textbox>
          </v:shape>
        </w:pict>
      </w:r>
      <w:r>
        <w:rPr>
          <w:color w:val="000000"/>
        </w:rPr>
        <w:pict>
          <v:shape id="_x0000_s1076" o:spid="_x0000_s1076" o:spt="202" type="#_x0000_t202" style="position:absolute;left:0pt;margin-left:576pt;margin-top:7.8pt;height:53.9pt;width:201.8pt;z-index:-251642880;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v:textbox>
          </v:shape>
        </w:pict>
      </w:r>
    </w:p>
    <w:p>
      <w:pPr>
        <w:rPr>
          <w:rFonts w:hint="eastAsia"/>
        </w:rPr>
      </w:pPr>
      <w:r>
        <w:rPr>
          <w:rFonts w:hint="eastAsia"/>
        </w:rPr>
        <w:t xml:space="preserve">       </w:t>
      </w:r>
    </w:p>
    <w:p>
      <w:pPr>
        <w:rPr>
          <w:rFonts w:hint="eastAsia"/>
        </w:rPr>
      </w:pPr>
    </w:p>
    <w:p>
      <w:pPr>
        <w:rPr>
          <w:rFonts w:hint="eastAsia"/>
          <w:color w:val="000000"/>
        </w:rPr>
      </w:pPr>
    </w:p>
    <w:p>
      <w:pPr>
        <w:rPr>
          <w:rFonts w:hint="eastAsia" w:eastAsia="宋体"/>
          <w:lang w:val="en-US" w:eastAsia="zh-CN"/>
        </w:rPr>
      </w:pPr>
      <w:r>
        <w:rPr>
          <w:rFonts w:hint="eastAsia" w:eastAsia="方正大标宋简体"/>
          <w:sz w:val="44"/>
          <w:lang w:val="zh-CN" w:eastAsia="zh-CN"/>
        </w:rPr>
        <w:pict>
          <v:rect id="_x0000_s1077" o:spid="_x0000_s1077" o:spt="1" style="position:absolute;left:0pt;margin-left:846pt;margin-top:444.6pt;height:101.4pt;width:153pt;z-index:251709440;mso-width-relative:page;mso-height-relative:page;" coordsize="21600,21600">
            <v:path/>
            <v:fill focussize="0,0"/>
            <v:stroke/>
            <v:imagedata o:title=""/>
            <o:lock v:ext="edit" grouping="f" rotation="f" text="f" aspectratio="f"/>
            <v:textbox inset="7.74464566929134pt,3.87236220472441pt,7.74464566929134pt,3.87236220472441pt">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v:textbox>
          </v:rect>
        </w:pict>
      </w:r>
      <w:r>
        <w:rPr>
          <w:rFonts w:hint="eastAsia" w:eastAsia="方正大标宋简体"/>
          <w:sz w:val="44"/>
          <w:lang w:val="zh-CN" w:eastAsia="zh-CN"/>
        </w:rPr>
        <w:pict>
          <v:line id="_x0000_s1078" o:spid="_x0000_s1078" o:spt="20" style="position:absolute;left:0pt;margin-left:846pt;margin-top:436.8pt;height:0pt;width:27pt;z-index:251718656;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shape id="_x0000_s1079" o:spid="_x0000_s1079" o:spt="202" type="#_x0000_t202" style="position:absolute;left:0pt;margin-left:810pt;margin-top:421.2pt;height:70.2pt;width:108pt;z-index:-251632640;mso-width-relative:page;mso-height-relative:page;" stroked="t" coordsize="21600,21600">
            <v:path/>
            <v:fill focussize="0,0"/>
            <v:stroke weight="1.25pt"/>
            <v:imagedata o:title=""/>
            <o:lock v:ext="edit" grouping="f" rotation="f" text="f" aspectratio="f"/>
            <v:textbox inset="7.19992125984252pt,3.59992125984252pt,7.19992125984252pt,3.59992125984252pt">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v:textbox>
          </v:shape>
        </w:pict>
      </w:r>
      <w:r>
        <w:rPr>
          <w:rFonts w:hint="eastAsia" w:eastAsia="方正大标宋简体"/>
          <w:sz w:val="44"/>
          <w:lang w:val="zh-CN" w:eastAsia="zh-CN"/>
        </w:rPr>
        <w:pict>
          <v:line id="_x0000_s1080" o:spid="_x0000_s1080" o:spt="20" style="position:absolute;left:0pt;margin-left:873pt;margin-top:390pt;height:97.6pt;width:0.05pt;z-index:251724800;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081" o:spid="_x0000_s1081" o:spt="20" style="position:absolute;left:0pt;margin-left:792pt;margin-top:390pt;height:0pt;width:45pt;z-index:251725824;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082" o:spid="_x0000_s1082" o:spt="20" style="position:absolute;left:0pt;margin-left:918pt;margin-top:452.4pt;height:0pt;width:27pt;z-index:251717632;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083" o:spid="_x0000_s1083" o:spt="20" style="position:absolute;left:0pt;margin-left:846pt;margin-top:444.6pt;height:19.6pt;width:0.05pt;z-index:251720704;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shape id="_x0000_s1084" o:spid="_x0000_s1084" o:spt="202" type="#_x0000_t202" style="position:absolute;left:0pt;margin-left:828pt;margin-top:436.8pt;height:70.2pt;width:99pt;z-index:-251633664;mso-width-relative:page;mso-height-relative:page;" stroked="t" coordsize="21600,21600">
            <v:path/>
            <v:fill focussize="0,0"/>
            <v:stroke weight="1.25pt"/>
            <v:imagedata o:title=""/>
            <o:lock v:ext="edit" grouping="f" rotation="f" text="f" aspectratio="f"/>
            <v:textbox inset="7.19992125984252pt,3.59992125984252pt,7.19992125984252pt,3.59992125984252pt">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v:textbox>
          </v:shape>
        </w:pict>
      </w:r>
      <w:r>
        <w:rPr>
          <w:rFonts w:hint="eastAsia" w:eastAsia="方正大标宋简体"/>
          <w:sz w:val="44"/>
          <w:lang w:val="zh-CN" w:eastAsia="zh-CN"/>
        </w:rPr>
        <w:pict>
          <v:rect id="_x0000_s1085" o:spid="_x0000_s1085" o:spt="1" style="position:absolute;left:0pt;margin-left:819pt;margin-top:429pt;height:70.2pt;width:81pt;z-index:251708416;mso-width-relative:page;mso-height-relative:page;" coordsize="21600,21600">
            <v:path/>
            <v:fill focussize="0,0"/>
            <v:stroke/>
            <v:imagedata o:title=""/>
            <o:lock v:ext="edit" grouping="f" rotation="f" text="f" aspectratio="f"/>
            <v:textbox inset="7.74464566929134pt,3.87236220472441pt,7.74464566929134pt,3.87236220472441pt">
              <w:txbxContent>
                <w:p>
                  <w:pPr>
                    <w:rPr>
                      <w:szCs w:val="18"/>
                    </w:rPr>
                  </w:pPr>
                  <w:r>
                    <w:rPr>
                      <w:rFonts w:hint="eastAsia"/>
                      <w:sz w:val="18"/>
                      <w:szCs w:val="18"/>
                    </w:rPr>
                    <w:t>重大行政处罚，告知关系人享有要求听证的权利。</w:t>
                  </w:r>
                </w:p>
              </w:txbxContent>
            </v:textbox>
          </v:rect>
        </w:pict>
      </w:r>
      <w:r>
        <w:rPr>
          <w:rFonts w:hint="eastAsia" w:eastAsia="方正大标宋简体"/>
          <w:sz w:val="44"/>
          <w:lang w:val="zh-CN" w:eastAsia="zh-CN"/>
        </w:rPr>
        <w:pict>
          <v:shape id="_x0000_s1086" o:spid="_x0000_s1086" o:spt="202" type="#_x0000_t202" style="position:absolute;left:0pt;margin-left:837pt;margin-top:382.2pt;height:23.4pt;width:63pt;z-index:-251628544;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rPr>
                      <w:rFonts w:hint="eastAsia"/>
                      <w:color w:val="000000"/>
                      <w:sz w:val="18"/>
                      <w:szCs w:val="18"/>
                    </w:rPr>
                  </w:pPr>
                  <w:r>
                    <w:rPr>
                      <w:rFonts w:hint="eastAsia"/>
                      <w:sz w:val="18"/>
                      <w:szCs w:val="18"/>
                    </w:rPr>
                    <w:t>无听证程序</w:t>
                  </w:r>
                </w:p>
              </w:txbxContent>
            </v:textbox>
          </v:shape>
        </w:pict>
      </w:r>
      <w:r>
        <w:rPr>
          <w:rFonts w:hint="eastAsia" w:eastAsia="方正大标宋简体"/>
          <w:sz w:val="44"/>
          <w:lang w:val="zh-CN" w:eastAsia="zh-CN"/>
        </w:rPr>
        <w:pict>
          <v:rect id="_x0000_s1087" o:spid="_x0000_s1087" o:spt="1" style="position:absolute;left:0pt;margin-left:882pt;margin-top:366.6pt;height:28.45pt;width:133.2pt;z-index:251707392;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v:textbox>
          </v:rect>
        </w:pict>
      </w:r>
      <w:r>
        <w:rPr>
          <w:rFonts w:hint="eastAsia" w:eastAsia="方正大标宋简体"/>
          <w:sz w:val="44"/>
          <w:lang w:val="zh-CN" w:eastAsia="zh-CN"/>
        </w:rPr>
        <w:pict>
          <v:line id="_x0000_s1088" o:spid="_x0000_s1088" o:spt="20" style="position:absolute;left:0pt;margin-left:918pt;margin-top:390pt;height:19.6pt;width:0.05pt;z-index:251716608;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089" o:spid="_x0000_s1089" o:spt="20" style="position:absolute;left:0pt;flip:x;margin-left:855pt;margin-top:374.4pt;height:7.8pt;width:27pt;z-index:251719680;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090" o:spid="_x0000_s1090" o:spt="20" style="position:absolute;left:0pt;margin-left:882pt;margin-top:327.6pt;height:19.6pt;width:0.05pt;z-index:251715584;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rect id="_x0000_s1091" o:spid="_x0000_s1091" o:spt="1" style="position:absolute;left:0pt;margin-left:909pt;margin-top:319.8pt;height:56.7pt;width:85.65pt;z-index:251704320;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v:textbox>
          </v:rect>
        </w:pict>
      </w:r>
      <w:r>
        <w:rPr>
          <w:rFonts w:hint="eastAsia" w:eastAsia="方正大标宋简体"/>
          <w:sz w:val="44"/>
          <w:lang w:val="zh-CN" w:eastAsia="zh-CN"/>
        </w:rPr>
        <w:pict>
          <v:rect id="_x0000_s1092" o:spid="_x0000_s1092" o:spt="1" style="position:absolute;left:0pt;margin-left:882pt;margin-top:273pt;height:56.7pt;width:85.6pt;z-index:251705344;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v:textbox>
          </v:rect>
        </w:pict>
      </w:r>
      <w:r>
        <w:rPr>
          <w:rFonts w:hint="eastAsia" w:eastAsia="方正大标宋简体"/>
          <w:sz w:val="44"/>
          <w:lang w:val="zh-CN" w:eastAsia="zh-CN"/>
        </w:rPr>
        <w:pict>
          <v:line id="_x0000_s1093" o:spid="_x0000_s1093" o:spt="20" style="position:absolute;left:0pt;margin-left:855pt;margin-top:288.6pt;height:27.4pt;width:0.05pt;z-index:251713536;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rect id="_x0000_s1094" o:spid="_x0000_s1094" o:spt="1" style="position:absolute;left:0pt;margin-left:810pt;margin-top:288.6pt;height:56.7pt;width:104.65pt;z-index:251706368;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270" w:firstLineChars="150"/>
                    <w:rPr>
                      <w:rFonts w:ascii="仿宋_GB2312"/>
                      <w:sz w:val="18"/>
                      <w:szCs w:val="18"/>
                    </w:rPr>
                  </w:pPr>
                </w:p>
              </w:txbxContent>
            </v:textbox>
          </v:rect>
        </w:pict>
      </w:r>
      <w:r>
        <w:rPr>
          <w:rFonts w:hint="eastAsia" w:eastAsia="方正大标宋简体"/>
          <w:sz w:val="44"/>
          <w:lang w:val="zh-CN" w:eastAsia="zh-CN"/>
        </w:rPr>
        <w:pict>
          <v:line id="_x0000_s1095" o:spid="_x0000_s1095" o:spt="20" style="position:absolute;left:0pt;margin-left:801pt;margin-top:280.8pt;height:0.05pt;width:218.75pt;z-index:251712512;mso-width-relative:page;mso-height-relative:page;" filled="f" coordsize="21600,21600">
            <v:path arrowok="t"/>
            <v:fill on="f" focussize="0,0"/>
            <v:stroke/>
            <v:imagedata o:title=""/>
            <o:lock v:ext="edit" grouping="f" rotation="f" text="f" aspectratio="f"/>
          </v:line>
        </w:pict>
      </w:r>
      <w:r>
        <w:rPr>
          <w:rFonts w:hint="eastAsia" w:eastAsia="方正大标宋简体"/>
          <w:sz w:val="44"/>
          <w:lang w:val="zh-CN" w:eastAsia="zh-CN"/>
        </w:rPr>
        <w:pict>
          <v:line id="_x0000_s1096" o:spid="_x0000_s1096" o:spt="20" style="position:absolute;left:0pt;margin-left:864pt;margin-top:171.6pt;height:13.25pt;width:0.05pt;z-index:251711488;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shape id="_x0000_s1097" o:spid="_x0000_s1097" o:spt="202" type="#_x0000_t202" style="position:absolute;left:0pt;margin-left:810pt;margin-top:163.8pt;height:54.6pt;width:90pt;z-index:-251635712;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v:textbox>
          </v:shape>
        </w:pict>
      </w:r>
      <w:r>
        <w:rPr>
          <w:rFonts w:hint="eastAsia" w:eastAsia="方正大标宋简体"/>
          <w:sz w:val="44"/>
          <w:lang w:val="zh-CN" w:eastAsia="zh-CN"/>
        </w:rPr>
        <w:pict>
          <v:shape id="_x0000_s1098" o:spid="_x0000_s1098" o:spt="61" type="#_x0000_t61" style="position:absolute;left:0pt;margin-left:845.2pt;margin-top:121.4pt;height:113pt;width:93.6pt;rotation:5898240f;z-index:-251634688;mso-width-relative:page;mso-height-relative:page;" fillcolor="#9CBEE0" filled="f" stroked="t" coordsize="21600,21600" adj="8949,24543">
            <v:path/>
            <v:fill on="f" color2="#BBD5F0" focussize="0,0"/>
            <v:stroke weight="1.25pt"/>
            <v:imagedata o:title=""/>
            <o:lock v:ext="edit" grouping="f" rotation="f" text="f"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v:textbox>
          </v:shape>
        </w:pict>
      </w:r>
      <w:r>
        <w:rPr>
          <w:rFonts w:hint="eastAsia" w:eastAsia="方正大标宋简体"/>
          <w:sz w:val="44"/>
          <w:lang w:val="zh-CN" w:eastAsia="zh-CN"/>
        </w:rPr>
        <w:pict>
          <v:shape id="_x0000_s1099" o:spid="_x0000_s1099" o:spt="61" type="#_x0000_t61" style="position:absolute;left:0pt;margin-left:786.6pt;margin-top:128.4pt;height:99pt;width:124.8pt;rotation:17694720f;z-index:-251636736;mso-width-relative:page;mso-height-relative:page;" fillcolor="#9CBEE0" filled="f" stroked="t" coordsize="21600,21600" adj="12712,31690">
            <v:path/>
            <v:fill on="f" color2="#BBD5F0" focussize="0,0"/>
            <v:stroke weight="1.25pt"/>
            <v:imagedata o:title=""/>
            <o:lock v:ext="edit" grouping="f" rotation="f" text="f" aspectratio="f"/>
            <v:textbox inset="7.19992125984252pt,3.59992125984252pt,7.19992125984252pt,3.59992125984252pt">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v:textbox>
          </v:shape>
        </w:pict>
      </w:r>
      <w:r>
        <w:rPr>
          <w:rFonts w:hint="eastAsia" w:eastAsia="方正大标宋简体"/>
          <w:sz w:val="44"/>
          <w:lang w:val="zh-CN" w:eastAsia="zh-CN"/>
        </w:rPr>
        <w:pict>
          <v:line id="_x0000_s1100" o:spid="_x0000_s1100" o:spt="20" style="position:absolute;left:0pt;margin-left:891pt;margin-top:85.8pt;height:13.25pt;width:0.05pt;z-index:251710464;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rect id="_x0000_s1101" o:spid="_x0000_s1101" o:spt="1" style="position:absolute;left:0pt;margin-left:828pt;margin-top:109.2pt;height:46.8pt;width:144pt;z-index:251703296;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v:textbox>
          </v:rect>
        </w:pict>
      </w:r>
      <w:r>
        <w:rPr>
          <w:rFonts w:hint="eastAsia" w:eastAsia="方正大标宋简体"/>
          <w:sz w:val="44"/>
          <w:lang w:val="zh-CN" w:eastAsia="zh-CN"/>
        </w:rPr>
        <w:pict>
          <v:rect id="_x0000_s1102" o:spid="_x0000_s1102" o:spt="1" style="position:absolute;left:0pt;margin-left:819pt;margin-top:54.6pt;height:31.2pt;width:126pt;z-index:251702272;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v:textbox>
          </v:rect>
        </w:pict>
      </w:r>
      <w:r>
        <w:rPr>
          <w:rFonts w:hint="eastAsia" w:eastAsia="方正大标宋简体"/>
          <w:sz w:val="44"/>
          <w:lang w:val="zh-CN" w:eastAsia="zh-CN"/>
        </w:rPr>
        <w:pict>
          <v:shape id="_x0000_s1103" o:spid="_x0000_s1103" o:spt="61" type="#_x0000_t61" style="position:absolute;left:0pt;margin-left:641.8pt;margin-top:540.2pt;height:92.6pt;width:156pt;rotation:5898240f;z-index:-251627520;mso-width-relative:page;mso-height-relative:page;" fillcolor="#9CBEE0" filled="f" stroked="t" coordsize="21600,21600" adj="12586,-6753">
            <v:path/>
            <v:fill on="f" color2="#BBD5F0" focussize="0,0"/>
            <v:stroke weight="1.25pt"/>
            <v:imagedata o:title=""/>
            <o:lock v:ext="edit" grouping="f" rotation="f" text="f"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v:textbox>
          </v:shape>
        </w:pict>
      </w:r>
      <w:r>
        <w:rPr>
          <w:rFonts w:hint="eastAsia" w:eastAsia="方正大标宋简体"/>
          <w:sz w:val="44"/>
          <w:lang w:val="zh-CN" w:eastAsia="zh-CN"/>
        </w:rPr>
        <w:pict>
          <v:shape id="_x0000_s1104" o:spid="_x0000_s1104" o:spt="202" type="#_x0000_t202" style="position:absolute;left:0pt;margin-left:567pt;margin-top:595.8pt;height:39pt;width:117pt;z-index:-251629568;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v:textbox>
          </v:shape>
        </w:pict>
      </w:r>
      <w:r>
        <w:rPr>
          <w:rFonts w:hint="eastAsia" w:eastAsia="方正大标宋简体"/>
          <w:sz w:val="44"/>
          <w:lang w:val="zh-CN" w:eastAsia="zh-CN"/>
        </w:rPr>
        <w:pict>
          <v:line id="_x0000_s1105" o:spid="_x0000_s1105" o:spt="20" style="position:absolute;left:0pt;margin-left:693pt;margin-top:533.4pt;height:19.6pt;width:0.05pt;z-index:251723776;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shape id="_x0000_s1106" o:spid="_x0000_s1106" o:spt="202" type="#_x0000_t202" style="position:absolute;left:0pt;margin-left:684pt;margin-top:556.8pt;height:39pt;width:117pt;z-index:-251630592;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v:textbox>
          </v:shape>
        </w:pict>
      </w:r>
      <w:r>
        <w:rPr>
          <w:rFonts w:hint="eastAsia" w:eastAsia="方正大标宋简体"/>
          <w:sz w:val="44"/>
          <w:lang w:val="zh-CN" w:eastAsia="zh-CN"/>
        </w:rPr>
        <w:pict>
          <v:line id="_x0000_s1107" o:spid="_x0000_s1107" o:spt="20" style="position:absolute;left:0pt;margin-left:639pt;margin-top:556.8pt;height:19.6pt;width:0.05pt;z-index:251722752;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shape id="_x0000_s1108" o:spid="_x0000_s1108" o:spt="202" type="#_x0000_t202" style="position:absolute;left:0pt;margin-left:594pt;margin-top:533.4pt;height:54.6pt;width:117pt;z-index:-251631616;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v:textbox>
          </v:shape>
        </w:pict>
      </w:r>
      <w:r>
        <w:rPr>
          <w:rFonts w:hint="eastAsia" w:eastAsia="方正大标宋简体"/>
          <w:sz w:val="44"/>
          <w:lang w:val="zh-CN" w:eastAsia="zh-CN"/>
        </w:rPr>
        <w:pict>
          <v:line id="_x0000_s1109" o:spid="_x0000_s1109" o:spt="20" style="position:absolute;left:0pt;flip:x;margin-left:657pt;margin-top:525.6pt;height:0pt;width:27pt;z-index:251721728;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110" o:spid="_x0000_s1110" o:spt="20" style="position:absolute;left:0pt;margin-left:783pt;margin-top:291.6pt;height:19.6pt;width:0.05pt;z-index:251714560;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rect id="_x0000_s1111" o:spid="_x0000_s1111" o:spt="1" style="position:absolute;left:0pt;margin-left:-243pt;margin-top:455.4pt;height:54.6pt;width:95.15pt;z-index:251696128;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v:textbox>
          </v:rect>
        </w:pict>
      </w:r>
      <w:r>
        <w:rPr>
          <w:rFonts w:hint="eastAsia" w:eastAsia="方正大标宋简体"/>
          <w:sz w:val="44"/>
          <w:lang w:val="zh-CN" w:eastAsia="zh-CN"/>
        </w:rPr>
        <w:pict>
          <v:line id="_x0000_s1112" o:spid="_x0000_s1112" o:spt="20" style="position:absolute;left:0pt;margin-left:-225pt;margin-top:439.8pt;height:18.9pt;width:0.05pt;z-index:251701248;mso-width-relative:page;mso-height-relative:page;" filled="f" coordsize="21600,21600">
            <v:path arrowok="t"/>
            <v:fill on="f" focussize="0,0"/>
            <v:stroke weight="1pt" endarrow="block"/>
            <v:imagedata o:title=""/>
            <o:lock v:ext="edit" grouping="f" rotation="f" text="f" aspectratio="f"/>
          </v:line>
        </w:pict>
      </w:r>
      <w:r>
        <w:rPr>
          <w:rFonts w:hint="eastAsia" w:eastAsia="方正大标宋简体"/>
          <w:sz w:val="44"/>
          <w:lang w:val="zh-CN" w:eastAsia="zh-CN"/>
        </w:rPr>
        <w:pict>
          <v:rect id="_x0000_s1113" o:spid="_x0000_s1113" o:spt="1" style="position:absolute;left:0pt;margin-left:-279pt;margin-top:432pt;height:18.9pt;width:95.15pt;z-index:251695104;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依法执行</w:t>
                  </w:r>
                </w:p>
              </w:txbxContent>
            </v:textbox>
          </v:rect>
        </w:pict>
      </w:r>
      <w:r>
        <w:rPr>
          <w:rFonts w:hint="eastAsia" w:eastAsia="方正大标宋简体"/>
          <w:sz w:val="44"/>
          <w:lang w:val="zh-CN" w:eastAsia="zh-CN"/>
        </w:rPr>
        <w:pict>
          <v:line id="_x0000_s1114" o:spid="_x0000_s1114" o:spt="20" style="position:absolute;left:0pt;margin-left:-207pt;margin-top:408.6pt;height:18.9pt;width:0.05pt;z-index:251700224;mso-width-relative:page;mso-height-relative:page;" filled="f" coordsize="21600,21600">
            <v:path arrowok="t"/>
            <v:fill on="f" focussize="0,0"/>
            <v:stroke weight="1pt" endarrow="block"/>
            <v:imagedata o:title=""/>
            <o:lock v:ext="edit" grouping="f" rotation="f" text="f" aspectratio="f"/>
          </v:line>
        </w:pict>
      </w:r>
      <w:r>
        <w:rPr>
          <w:rFonts w:hint="eastAsia" w:eastAsia="方正大标宋简体"/>
          <w:sz w:val="44"/>
          <w:lang w:val="zh-CN" w:eastAsia="zh-CN"/>
        </w:rPr>
        <w:pict>
          <v:rect id="_x0000_s1115" o:spid="_x0000_s1115" o:spt="1" style="position:absolute;left:0pt;margin-left:-279pt;margin-top:408.6pt;height:19.7pt;width:95.15pt;z-index:251694080;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当场送达</w:t>
                  </w:r>
                </w:p>
              </w:txbxContent>
            </v:textbox>
          </v:rect>
        </w:pict>
      </w:r>
      <w:r>
        <w:rPr>
          <w:rFonts w:hint="eastAsia" w:eastAsia="方正大标宋简体"/>
          <w:sz w:val="44"/>
          <w:lang w:val="zh-CN" w:eastAsia="zh-CN"/>
        </w:rPr>
        <w:pict>
          <v:line id="_x0000_s1116" o:spid="_x0000_s1116" o:spt="20" style="position:absolute;left:0pt;margin-left:-216pt;margin-top:377.4pt;height:18.9pt;width:0.05pt;z-index:251699200;mso-width-relative:page;mso-height-relative:page;" filled="f" coordsize="21600,21600">
            <v:path arrowok="t"/>
            <v:fill on="f" focussize="0,0"/>
            <v:stroke weight="1pt" endarrow="block"/>
            <v:imagedata o:title=""/>
            <o:lock v:ext="edit" grouping="f" rotation="f" text="f" aspectratio="f"/>
          </v:line>
        </w:pict>
      </w:r>
      <w:r>
        <w:rPr>
          <w:rFonts w:hint="eastAsia" w:eastAsia="方正大标宋简体"/>
          <w:sz w:val="44"/>
          <w:lang w:val="zh-CN" w:eastAsia="zh-CN"/>
        </w:rPr>
        <w:pict>
          <v:rect id="_x0000_s1117" o:spid="_x0000_s1117" o:spt="1" style="position:absolute;left:0pt;margin-left:-225pt;margin-top:268.2pt;height:109.2pt;width:99pt;z-index:251693056;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v:textbox>
          </v:rect>
        </w:pict>
      </w:r>
      <w:r>
        <w:rPr>
          <w:rFonts w:hint="eastAsia" w:eastAsia="方正大标宋简体"/>
          <w:sz w:val="44"/>
          <w:lang w:val="zh-CN" w:eastAsia="zh-CN"/>
        </w:rPr>
        <w:pict>
          <v:line id="_x0000_s1118" o:spid="_x0000_s1118" o:spt="20" style="position:absolute;left:0pt;margin-left:-171pt;margin-top:229.2pt;height:18.9pt;width:0.05pt;z-index:251698176;mso-width-relative:page;mso-height-relative:page;" filled="f" coordsize="21600,21600">
            <v:path arrowok="t"/>
            <v:fill on="f" focussize="0,0"/>
            <v:stroke weight="1pt" endarrow="block"/>
            <v:imagedata o:title=""/>
            <o:lock v:ext="edit" grouping="f" rotation="f" text="f" aspectratio="f"/>
          </v:line>
        </w:pict>
      </w:r>
      <w:r>
        <w:rPr>
          <w:rFonts w:hint="eastAsia" w:eastAsia="方正大标宋简体"/>
          <w:sz w:val="44"/>
          <w:lang w:val="zh-CN" w:eastAsia="zh-CN"/>
        </w:rPr>
        <w:pict>
          <v:line id="_x0000_s1119" o:spid="_x0000_s1119" o:spt="20" style="position:absolute;left:0pt;margin-left:-153pt;margin-top:127.8pt;height:18.9pt;width:0.05pt;z-index:251697152;mso-width-relative:page;mso-height-relative:page;" filled="f" coordsize="21600,21600">
            <v:path arrowok="t"/>
            <v:fill on="f" focussize="0,0"/>
            <v:stroke weight="1pt" endarrow="block"/>
            <v:imagedata o:title=""/>
            <o:lock v:ext="edit" grouping="f" rotation="f" text="f" aspectratio="f"/>
          </v:line>
        </w:pict>
      </w:r>
      <w:r>
        <w:rPr>
          <w:rFonts w:hint="eastAsia" w:eastAsia="方正大标宋简体"/>
          <w:sz w:val="44"/>
          <w:lang w:val="zh-CN" w:eastAsia="zh-CN"/>
        </w:rPr>
        <w:pict>
          <v:rect id="_x0000_s1120" o:spid="_x0000_s1120" o:spt="1" style="position:absolute;left:0pt;margin-left:-171pt;margin-top:143.4pt;height:78pt;width:27pt;z-index:251692032;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v:textbox>
          </v:rect>
        </w:pict>
      </w:r>
      <w:r>
        <w:rPr>
          <w:rFonts w:hint="eastAsia" w:eastAsia="方正大标宋简体"/>
          <w:sz w:val="44"/>
          <w:lang w:val="zh-CN" w:eastAsia="zh-CN"/>
        </w:rPr>
        <w:pict>
          <v:rect id="_x0000_s1121" o:spid="_x0000_s1121" o:spt="1" style="position:absolute;left:0pt;margin-left:-189pt;margin-top:73.2pt;height:48.9pt;width:98.45pt;z-index:251691008;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v:textbox>
          </v:rect>
        </w:pict>
      </w:r>
    </w:p>
    <w:p>
      <w:pPr>
        <w:rPr>
          <w:rFonts w:hint="eastAsia" w:eastAsia="宋体"/>
          <w:lang w:val="en-US"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5115A29"/>
    <w:rsid w:val="00130AC0"/>
    <w:rsid w:val="0035310E"/>
    <w:rsid w:val="00373AAA"/>
    <w:rsid w:val="00592721"/>
    <w:rsid w:val="007C045B"/>
    <w:rsid w:val="00822D76"/>
    <w:rsid w:val="008F628E"/>
    <w:rsid w:val="00A619C4"/>
    <w:rsid w:val="00D85F7A"/>
    <w:rsid w:val="00F35C11"/>
    <w:rsid w:val="01CC7805"/>
    <w:rsid w:val="01D75A03"/>
    <w:rsid w:val="115D7E5C"/>
    <w:rsid w:val="130A53B5"/>
    <w:rsid w:val="14763986"/>
    <w:rsid w:val="17E517E8"/>
    <w:rsid w:val="187704C5"/>
    <w:rsid w:val="1D072C28"/>
    <w:rsid w:val="1D5A7004"/>
    <w:rsid w:val="224B545C"/>
    <w:rsid w:val="24655AF0"/>
    <w:rsid w:val="26896038"/>
    <w:rsid w:val="296066A8"/>
    <w:rsid w:val="298210AD"/>
    <w:rsid w:val="2A667B1C"/>
    <w:rsid w:val="2AF4125C"/>
    <w:rsid w:val="2E59720B"/>
    <w:rsid w:val="2ECA4FE4"/>
    <w:rsid w:val="30EB1A1A"/>
    <w:rsid w:val="328D411F"/>
    <w:rsid w:val="395B402D"/>
    <w:rsid w:val="3B7835E8"/>
    <w:rsid w:val="3DA231E3"/>
    <w:rsid w:val="3E7B3133"/>
    <w:rsid w:val="3F3D6A71"/>
    <w:rsid w:val="40171B04"/>
    <w:rsid w:val="40EC0549"/>
    <w:rsid w:val="41046BE5"/>
    <w:rsid w:val="410E2029"/>
    <w:rsid w:val="49920804"/>
    <w:rsid w:val="4B304C5F"/>
    <w:rsid w:val="4BFC0CB0"/>
    <w:rsid w:val="4E314412"/>
    <w:rsid w:val="51FD6228"/>
    <w:rsid w:val="5359557C"/>
    <w:rsid w:val="53610844"/>
    <w:rsid w:val="53F73DDA"/>
    <w:rsid w:val="57117B7D"/>
    <w:rsid w:val="581368ED"/>
    <w:rsid w:val="5A1D345F"/>
    <w:rsid w:val="5F2A0BA4"/>
    <w:rsid w:val="61330FBE"/>
    <w:rsid w:val="61B60866"/>
    <w:rsid w:val="646C5365"/>
    <w:rsid w:val="64F13C2D"/>
    <w:rsid w:val="66017F0E"/>
    <w:rsid w:val="66396739"/>
    <w:rsid w:val="67806FF9"/>
    <w:rsid w:val="6A536CE1"/>
    <w:rsid w:val="6E850E64"/>
    <w:rsid w:val="6F921552"/>
    <w:rsid w:val="717B6065"/>
    <w:rsid w:val="73DB2A38"/>
    <w:rsid w:val="75115A29"/>
    <w:rsid w:val="77A87518"/>
    <w:rsid w:val="7AFC7EA8"/>
    <w:rsid w:val="7C2108D8"/>
    <w:rsid w:val="7C442ECA"/>
    <w:rsid w:val="7C4F07D0"/>
    <w:rsid w:val="7E04105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Footer Char"/>
    <w:basedOn w:val="4"/>
    <w:link w:val="2"/>
    <w:semiHidden/>
    <w:qFormat/>
    <w:locked/>
    <w:uiPriority w:val="99"/>
    <w:rPr>
      <w:rFonts w:cs="Times New Roman"/>
      <w:sz w:val="18"/>
      <w:szCs w:val="18"/>
    </w:rPr>
  </w:style>
  <w:style w:type="character" w:customStyle="1" w:styleId="8">
    <w:name w:val="Header Char"/>
    <w:basedOn w:val="4"/>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9"/>
    <customShpInfo spid="_x0000_s1060"/>
    <customShpInfo spid="_x0000_s1061"/>
    <customShpInfo spid="_x0000_s1062"/>
    <customShpInfo spid="_x0000_s1063"/>
    <customShpInfo spid="_x0000_s1064" textRotate="1"/>
    <customShpInfo spid="_x0000_s1065"/>
    <customShpInfo spid="_x0000_s1066" textRotate="1"/>
    <customShpInfo spid="_x0000_s1067"/>
    <customShpInfo spid="_x0000_s1068"/>
    <customShpInfo spid="_x0000_s1069"/>
    <customShpInfo spid="_x0000_s1070" textRotate="1"/>
    <customShpInfo spid="_x0000_s1071"/>
    <customShpInfo spid="_x0000_s1072"/>
    <customShpInfo spid="_x0000_s1073"/>
    <customShpInfo spid="_x0000_s1074"/>
    <customShpInfo spid="_x0000_s1075"/>
    <customShpInfo spid="_x0000_s1076" textRotate="1"/>
    <customShpInfo spid="_x0000_s1077"/>
    <customShpInfo spid="_x0000_s1078"/>
    <customShpInfo spid="_x0000_s1079" textRotate="1"/>
    <customShpInfo spid="_x0000_s1080"/>
    <customShpInfo spid="_x0000_s1081"/>
    <customShpInfo spid="_x0000_s1082"/>
    <customShpInfo spid="_x0000_s1083"/>
    <customShpInfo spid="_x0000_s1084" textRotate="1"/>
    <customShpInfo spid="_x0000_s1085"/>
    <customShpInfo spid="_x0000_s1086" textRotate="1"/>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textRotate="1"/>
    <customShpInfo spid="_x0000_s1098"/>
    <customShpInfo spid="_x0000_s1099"/>
    <customShpInfo spid="_x0000_s1100"/>
    <customShpInfo spid="_x0000_s1101"/>
    <customShpInfo spid="_x0000_s1102"/>
    <customShpInfo spid="_x0000_s1103"/>
    <customShpInfo spid="_x0000_s1104" textRotate="1"/>
    <customShpInfo spid="_x0000_s1105"/>
    <customShpInfo spid="_x0000_s1106" textRotate="1"/>
    <customShpInfo spid="_x0000_s1107"/>
    <customShpInfo spid="_x0000_s1108" textRotate="1"/>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2</Pages>
  <Words>29</Words>
  <Characters>170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2017-08-03T08:39:00Z</dcterms:created>
  <dc:creator>Administrator</dc:creator>
  <cp:lastModifiedBy>fqqbb</cp:lastModifiedBy>
  <dcterms:modified xsi:type="dcterms:W3CDTF">2020-06-05T02:21:57Z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